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99" w:rsidRPr="00343578" w:rsidRDefault="00271099" w:rsidP="00EB1740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9pt;margin-top:-14pt;width:43.6pt;height:56.05pt;z-index:251663360;visibility:visible">
            <v:imagedata r:id="rId7" o:title=""/>
            <w10:wrap type="topAndBottom"/>
          </v:shape>
        </w:pic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</w:p>
    <w:p w:rsidR="00271099" w:rsidRPr="004A7FAD" w:rsidRDefault="00271099" w:rsidP="00EB1740">
      <w:pPr>
        <w:jc w:val="center"/>
        <w:rPr>
          <w:b/>
          <w:sz w:val="28"/>
          <w:szCs w:val="28"/>
        </w:rPr>
      </w:pPr>
      <w:r w:rsidRPr="004A7FAD">
        <w:rPr>
          <w:b/>
          <w:sz w:val="28"/>
          <w:szCs w:val="28"/>
        </w:rPr>
        <w:t>ПОСТАНОВЛЕНИЕ</w:t>
      </w:r>
    </w:p>
    <w:p w:rsidR="00271099" w:rsidRDefault="00271099" w:rsidP="00EB1740">
      <w:pPr>
        <w:spacing w:line="360" w:lineRule="atLeast"/>
        <w:jc w:val="center"/>
        <w:rPr>
          <w:sz w:val="28"/>
          <w:szCs w:val="28"/>
        </w:rPr>
      </w:pPr>
    </w:p>
    <w:p w:rsidR="00271099" w:rsidRPr="00EF3EC8" w:rsidRDefault="00271099" w:rsidP="00EB174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13.03.2018 № 156</w:t>
      </w:r>
    </w:p>
    <w:p w:rsidR="00271099" w:rsidRDefault="00271099" w:rsidP="00EB1740">
      <w:pPr>
        <w:spacing w:line="240" w:lineRule="exact"/>
        <w:rPr>
          <w:sz w:val="28"/>
          <w:szCs w:val="28"/>
        </w:rPr>
      </w:pPr>
      <w:r w:rsidRPr="004151D8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р.п. Угловка</w:t>
      </w:r>
    </w:p>
    <w:p w:rsidR="00271099" w:rsidRDefault="00271099" w:rsidP="00EB1740">
      <w:pPr>
        <w:spacing w:line="320" w:lineRule="atLeast"/>
        <w:rPr>
          <w:b/>
          <w:sz w:val="24"/>
        </w:rPr>
      </w:pPr>
    </w:p>
    <w:p w:rsidR="00271099" w:rsidRPr="00880B97" w:rsidRDefault="00271099" w:rsidP="00EB1740">
      <w:pPr>
        <w:jc w:val="center"/>
        <w:rPr>
          <w:b/>
          <w:kern w:val="1"/>
          <w:sz w:val="28"/>
          <w:szCs w:val="28"/>
        </w:rPr>
      </w:pPr>
      <w:r w:rsidRPr="006E0EAE">
        <w:rPr>
          <w:rFonts w:ascii="Times New Roman CYR" w:hAnsi="Times New Roman CYR"/>
          <w:b/>
          <w:sz w:val="28"/>
          <w:szCs w:val="28"/>
        </w:rPr>
        <w:t xml:space="preserve">О внесении изменений в административный регламент по  </w:t>
      </w:r>
      <w:r>
        <w:rPr>
          <w:rFonts w:ascii="Times New Roman CYR" w:hAnsi="Times New Roman CYR"/>
          <w:b/>
          <w:sz w:val="28"/>
          <w:szCs w:val="28"/>
        </w:rPr>
        <w:t>исполнению</w:t>
      </w:r>
      <w:r w:rsidRPr="006E0EAE">
        <w:rPr>
          <w:rFonts w:ascii="Times New Roman CYR" w:hAnsi="Times New Roman CYR"/>
          <w:b/>
          <w:sz w:val="28"/>
          <w:szCs w:val="28"/>
        </w:rPr>
        <w:t xml:space="preserve"> муниципальной </w:t>
      </w:r>
      <w:r>
        <w:rPr>
          <w:rFonts w:ascii="Times New Roman CYR" w:hAnsi="Times New Roman CYR"/>
          <w:b/>
          <w:sz w:val="28"/>
          <w:szCs w:val="28"/>
        </w:rPr>
        <w:t>услуги</w:t>
      </w:r>
      <w:r w:rsidRPr="002C0E24">
        <w:rPr>
          <w:rFonts w:ascii="Times New Roman CYR" w:hAnsi="Times New Roman CYR"/>
          <w:b/>
          <w:sz w:val="28"/>
          <w:szCs w:val="28"/>
        </w:rPr>
        <w:t xml:space="preserve"> </w:t>
      </w:r>
      <w:r w:rsidRPr="00716D85">
        <w:rPr>
          <w:b/>
          <w:sz w:val="28"/>
          <w:szCs w:val="28"/>
        </w:rPr>
        <w:t>«</w:t>
      </w:r>
      <w:r w:rsidRPr="00693AC6">
        <w:rPr>
          <w:rFonts w:ascii="Times New Roman CYR" w:hAnsi="Times New Roman CYR"/>
          <w:b/>
          <w:sz w:val="28"/>
          <w:szCs w:val="28"/>
        </w:rPr>
        <w:t>Выдача градостроительных планов земельных участков</w:t>
      </w:r>
      <w:r w:rsidRPr="00716D85">
        <w:rPr>
          <w:b/>
          <w:sz w:val="28"/>
          <w:szCs w:val="28"/>
        </w:rPr>
        <w:t>»</w:t>
      </w:r>
    </w:p>
    <w:p w:rsidR="00271099" w:rsidRPr="00E501B6" w:rsidRDefault="00271099" w:rsidP="00EB1740">
      <w:pPr>
        <w:jc w:val="both"/>
        <w:rPr>
          <w:rFonts w:ascii="Times New Roman CYR" w:hAnsi="Times New Roman CYR"/>
          <w:sz w:val="28"/>
          <w:szCs w:val="28"/>
        </w:rPr>
      </w:pPr>
    </w:p>
    <w:p w:rsidR="00271099" w:rsidRPr="00E501B6" w:rsidRDefault="00271099" w:rsidP="00EB17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501B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6 статьи 57.3 Градостроительного кодекса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с Федеральным  законом</w:t>
      </w:r>
      <w:r w:rsidRPr="00E501B6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E501B6">
          <w:rPr>
            <w:sz w:val="28"/>
            <w:szCs w:val="28"/>
          </w:rPr>
          <w:t>2003 г</w:t>
        </w:r>
      </w:smartTag>
      <w:r w:rsidRPr="00E501B6">
        <w:rPr>
          <w:sz w:val="28"/>
          <w:szCs w:val="28"/>
        </w:rPr>
        <w:t>. № 131-ФЗ "Об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Федерации", с Уставом Угловского городского поселения</w:t>
      </w:r>
    </w:p>
    <w:p w:rsidR="00271099" w:rsidRPr="00E501B6" w:rsidRDefault="00271099" w:rsidP="00EB1740">
      <w:pPr>
        <w:jc w:val="both"/>
        <w:rPr>
          <w:b/>
          <w:sz w:val="28"/>
          <w:szCs w:val="28"/>
        </w:rPr>
      </w:pPr>
      <w:r w:rsidRPr="00E501B6">
        <w:rPr>
          <w:b/>
          <w:sz w:val="28"/>
          <w:szCs w:val="28"/>
        </w:rPr>
        <w:t>ПОСТАНОВЛЯЮ:</w:t>
      </w:r>
    </w:p>
    <w:p w:rsidR="00271099" w:rsidRPr="00E501B6" w:rsidRDefault="00271099" w:rsidP="00EB1740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E501B6">
        <w:rPr>
          <w:sz w:val="28"/>
          <w:szCs w:val="28"/>
        </w:rPr>
        <w:t xml:space="preserve"> 1. </w:t>
      </w:r>
      <w:r>
        <w:rPr>
          <w:sz w:val="28"/>
          <w:szCs w:val="28"/>
        </w:rPr>
        <w:t>Изменить в пункте 2.4.1. подраздела 2.4 раздела 2</w:t>
      </w:r>
      <w:r w:rsidRPr="00007459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 xml:space="preserve">ого </w:t>
      </w:r>
      <w:r w:rsidRPr="00007459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007459">
        <w:rPr>
          <w:sz w:val="28"/>
          <w:szCs w:val="28"/>
        </w:rPr>
        <w:t xml:space="preserve"> по </w:t>
      </w:r>
      <w:r>
        <w:rPr>
          <w:sz w:val="28"/>
          <w:szCs w:val="28"/>
        </w:rPr>
        <w:t>исполнению</w:t>
      </w:r>
      <w:r w:rsidRPr="00007459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услуги </w:t>
      </w:r>
      <w:r w:rsidRPr="0039566B">
        <w:rPr>
          <w:sz w:val="28"/>
          <w:szCs w:val="28"/>
        </w:rPr>
        <w:t>«</w:t>
      </w:r>
      <w:r w:rsidRPr="006810CA">
        <w:rPr>
          <w:rFonts w:ascii="Times New Roman CYR" w:hAnsi="Times New Roman CYR"/>
          <w:sz w:val="28"/>
          <w:szCs w:val="28"/>
        </w:rPr>
        <w:t>Выдача градостроительных планов земельных участков</w:t>
      </w:r>
      <w:r>
        <w:rPr>
          <w:sz w:val="28"/>
          <w:szCs w:val="28"/>
        </w:rPr>
        <w:t>», утвержденного</w:t>
      </w:r>
      <w:r w:rsidRPr="006E0EAE">
        <w:rPr>
          <w:sz w:val="28"/>
          <w:szCs w:val="28"/>
        </w:rPr>
        <w:t xml:space="preserve"> постановлением Администрации Угловского городского поселения от </w:t>
      </w:r>
      <w:r>
        <w:rPr>
          <w:sz w:val="28"/>
          <w:szCs w:val="28"/>
        </w:rPr>
        <w:t>05.12.2016</w:t>
      </w:r>
      <w:r w:rsidRPr="006E0EAE">
        <w:rPr>
          <w:sz w:val="28"/>
          <w:szCs w:val="28"/>
        </w:rPr>
        <w:t xml:space="preserve"> г. № </w:t>
      </w:r>
      <w:r>
        <w:rPr>
          <w:sz w:val="28"/>
          <w:szCs w:val="28"/>
        </w:rPr>
        <w:t>638, слова «</w:t>
      </w:r>
      <w:r w:rsidRPr="006810CA">
        <w:rPr>
          <w:sz w:val="28"/>
          <w:szCs w:val="28"/>
        </w:rPr>
        <w:t>в течение 30 (тридцати) дней</w:t>
      </w:r>
      <w:r>
        <w:rPr>
          <w:sz w:val="28"/>
          <w:szCs w:val="28"/>
        </w:rPr>
        <w:t>» на слова «</w:t>
      </w:r>
      <w:r w:rsidRPr="006810CA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2</w:t>
      </w:r>
      <w:r w:rsidRPr="006810CA">
        <w:rPr>
          <w:sz w:val="28"/>
          <w:szCs w:val="28"/>
        </w:rPr>
        <w:t>0 (</w:t>
      </w:r>
      <w:r>
        <w:rPr>
          <w:sz w:val="28"/>
          <w:szCs w:val="28"/>
        </w:rPr>
        <w:t>двадцати</w:t>
      </w:r>
      <w:r w:rsidRPr="006810CA">
        <w:rPr>
          <w:sz w:val="28"/>
          <w:szCs w:val="28"/>
        </w:rPr>
        <w:t>) дней</w:t>
      </w:r>
      <w:r>
        <w:rPr>
          <w:sz w:val="28"/>
          <w:szCs w:val="28"/>
        </w:rPr>
        <w:t>».</w:t>
      </w:r>
    </w:p>
    <w:p w:rsidR="00271099" w:rsidRPr="00E501B6" w:rsidRDefault="00271099" w:rsidP="00EB1740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        2. Опубликовать настоящее постановление в бюллетене «Официальный вестник </w:t>
      </w:r>
      <w:r>
        <w:rPr>
          <w:sz w:val="28"/>
          <w:szCs w:val="28"/>
        </w:rPr>
        <w:t>Угловского городского поселения</w:t>
      </w:r>
      <w:r w:rsidRPr="00E501B6"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sz w:val="28"/>
          <w:szCs w:val="28"/>
        </w:rPr>
        <w:t xml:space="preserve">Угловского городского </w:t>
      </w:r>
      <w:r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271099" w:rsidRDefault="00271099" w:rsidP="00EB1740">
      <w:pPr>
        <w:jc w:val="both"/>
        <w:rPr>
          <w:sz w:val="28"/>
          <w:szCs w:val="28"/>
        </w:rPr>
      </w:pPr>
    </w:p>
    <w:p w:rsidR="00271099" w:rsidRDefault="00271099" w:rsidP="00EB1740">
      <w:pPr>
        <w:jc w:val="both"/>
        <w:rPr>
          <w:b/>
          <w:sz w:val="28"/>
          <w:szCs w:val="28"/>
        </w:rPr>
      </w:pPr>
    </w:p>
    <w:p w:rsidR="00271099" w:rsidRDefault="00271099" w:rsidP="00EB17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</w:t>
      </w:r>
      <w:r w:rsidRPr="00DC1F0B">
        <w:rPr>
          <w:b/>
          <w:sz w:val="28"/>
          <w:szCs w:val="28"/>
        </w:rPr>
        <w:t xml:space="preserve"> посе</w:t>
      </w:r>
      <w:r>
        <w:rPr>
          <w:b/>
          <w:sz w:val="28"/>
          <w:szCs w:val="28"/>
        </w:rPr>
        <w:t>ления А.В. Стекольников</w:t>
      </w:r>
    </w:p>
    <w:p w:rsidR="00271099" w:rsidRPr="00154520" w:rsidRDefault="00271099" w:rsidP="00EB1740">
      <w:pPr>
        <w:jc w:val="both"/>
        <w:rPr>
          <w:b/>
          <w:sz w:val="28"/>
          <w:szCs w:val="28"/>
        </w:rPr>
      </w:pPr>
    </w:p>
    <w:p w:rsidR="00271099" w:rsidRDefault="00271099" w:rsidP="00886035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</w:pPr>
    </w:p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Pr="006810CA" w:rsidRDefault="00271099" w:rsidP="006810CA"/>
    <w:p w:rsidR="00271099" w:rsidRDefault="00271099" w:rsidP="00886035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pict>
          <v:shape id="Рисунок 2" o:spid="_x0000_s1027" type="#_x0000_t75" style="position:absolute;left:0;text-align:left;margin-left:218.25pt;margin-top:9pt;width:36.2pt;height:45.25pt;z-index:251652096;visibility:visible">
            <v:imagedata r:id="rId7" o:title=""/>
            <w10:wrap type="topAndBottom"/>
          </v:shape>
        </w:pict>
      </w:r>
      <w:r>
        <w:t xml:space="preserve">                                                                                                                                         </w:t>
      </w:r>
    </w:p>
    <w:p w:rsidR="00271099" w:rsidRPr="00693AC6" w:rsidRDefault="00271099" w:rsidP="00886035">
      <w:pPr>
        <w:pStyle w:val="Heading1"/>
        <w:rPr>
          <w:b/>
          <w:szCs w:val="28"/>
        </w:rPr>
      </w:pPr>
      <w:r w:rsidRPr="00693AC6">
        <w:rPr>
          <w:b/>
          <w:szCs w:val="28"/>
        </w:rPr>
        <w:t xml:space="preserve">Российская Федерация                                       </w:t>
      </w:r>
    </w:p>
    <w:p w:rsidR="00271099" w:rsidRPr="00693AC6" w:rsidRDefault="00271099" w:rsidP="00886035">
      <w:pPr>
        <w:pStyle w:val="Heading2"/>
        <w:rPr>
          <w:sz w:val="28"/>
          <w:szCs w:val="28"/>
        </w:rPr>
      </w:pPr>
      <w:r w:rsidRPr="00693AC6">
        <w:rPr>
          <w:b w:val="0"/>
          <w:sz w:val="28"/>
          <w:szCs w:val="28"/>
        </w:rPr>
        <w:t xml:space="preserve"> </w:t>
      </w:r>
      <w:r w:rsidRPr="00693AC6">
        <w:rPr>
          <w:sz w:val="28"/>
          <w:szCs w:val="28"/>
        </w:rPr>
        <w:t>Администрация Угловского городского поселения</w:t>
      </w:r>
    </w:p>
    <w:p w:rsidR="00271099" w:rsidRPr="00693AC6" w:rsidRDefault="00271099" w:rsidP="00886035">
      <w:pPr>
        <w:pStyle w:val="Heading2"/>
        <w:rPr>
          <w:sz w:val="28"/>
          <w:szCs w:val="28"/>
        </w:rPr>
      </w:pPr>
      <w:r w:rsidRPr="00693AC6">
        <w:rPr>
          <w:sz w:val="28"/>
          <w:szCs w:val="28"/>
        </w:rPr>
        <w:t xml:space="preserve">               Окуловского муниципального района Новгородской области</w:t>
      </w:r>
    </w:p>
    <w:p w:rsidR="00271099" w:rsidRPr="00693AC6" w:rsidRDefault="00271099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</w:p>
    <w:p w:rsidR="00271099" w:rsidRPr="00693AC6" w:rsidRDefault="00271099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ПОСТАНОВЛЕНИЕ</w:t>
      </w:r>
    </w:p>
    <w:p w:rsidR="00271099" w:rsidRPr="00693AC6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271099" w:rsidRPr="00693AC6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  <w:lang w:val="en-US"/>
        </w:rPr>
      </w:pPr>
      <w:r w:rsidRPr="00693AC6">
        <w:rPr>
          <w:sz w:val="28"/>
          <w:szCs w:val="28"/>
        </w:rPr>
        <w:t>05.</w:t>
      </w:r>
      <w:r>
        <w:rPr>
          <w:sz w:val="28"/>
          <w:szCs w:val="28"/>
          <w:lang w:val="en-US"/>
        </w:rPr>
        <w:t>12</w:t>
      </w:r>
      <w:r w:rsidRPr="00693AC6">
        <w:rPr>
          <w:sz w:val="28"/>
          <w:szCs w:val="28"/>
        </w:rPr>
        <w:t xml:space="preserve">.2016 № </w:t>
      </w:r>
      <w:r>
        <w:rPr>
          <w:sz w:val="28"/>
          <w:szCs w:val="28"/>
          <w:lang w:val="en-US"/>
        </w:rPr>
        <w:t>638</w:t>
      </w:r>
    </w:p>
    <w:p w:rsidR="00271099" w:rsidRPr="00693AC6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р.п. Угловка</w:t>
      </w: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Администрацией Угловского городского поселения муниципальной </w:t>
      </w: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>услуги «Выдача градостроительных планов земельных участков»</w:t>
      </w:r>
    </w:p>
    <w:p w:rsidR="00271099" w:rsidRPr="00693AC6" w:rsidRDefault="00271099" w:rsidP="0029185A">
      <w:pPr>
        <w:jc w:val="center"/>
        <w:rPr>
          <w:b/>
          <w:sz w:val="28"/>
          <w:szCs w:val="28"/>
        </w:rPr>
      </w:pPr>
    </w:p>
    <w:p w:rsidR="00271099" w:rsidRPr="00693AC6" w:rsidRDefault="00271099" w:rsidP="00693AC6">
      <w:pPr>
        <w:jc w:val="both"/>
        <w:rPr>
          <w:bCs/>
          <w:color w:val="000000"/>
          <w:spacing w:val="-4"/>
          <w:sz w:val="28"/>
          <w:szCs w:val="28"/>
        </w:rPr>
      </w:pPr>
      <w:r w:rsidRPr="00693AC6">
        <w:rPr>
          <w:sz w:val="28"/>
          <w:szCs w:val="28"/>
        </w:rPr>
        <w:t xml:space="preserve">            В соответствии  с Федеральными  законами от 6 октября 2003 № 131-ФЗ "Об общих принципах организации местного самоуправления в Российской Федерации",  от 27 июля 2010  № 210-ФЗ «Об организации предоставления г</w:t>
      </w:r>
      <w:r w:rsidRPr="00693AC6">
        <w:rPr>
          <w:sz w:val="28"/>
          <w:szCs w:val="28"/>
        </w:rPr>
        <w:t>о</w:t>
      </w:r>
      <w:r w:rsidRPr="00693AC6">
        <w:rPr>
          <w:sz w:val="28"/>
          <w:szCs w:val="28"/>
        </w:rPr>
        <w:t>сударственных и муниципальных услуг»</w:t>
      </w:r>
      <w:r w:rsidRPr="00693AC6">
        <w:rPr>
          <w:bCs/>
          <w:color w:val="000000"/>
          <w:spacing w:val="-4"/>
          <w:sz w:val="28"/>
          <w:szCs w:val="28"/>
        </w:rPr>
        <w:t xml:space="preserve"> »,  в целях обеспечения доступа к и</w:t>
      </w:r>
      <w:r w:rsidRPr="00693AC6">
        <w:rPr>
          <w:bCs/>
          <w:color w:val="000000"/>
          <w:spacing w:val="-4"/>
          <w:sz w:val="28"/>
          <w:szCs w:val="28"/>
        </w:rPr>
        <w:t>н</w:t>
      </w:r>
      <w:r w:rsidRPr="00693AC6">
        <w:rPr>
          <w:bCs/>
          <w:color w:val="000000"/>
          <w:spacing w:val="-4"/>
          <w:sz w:val="28"/>
          <w:szCs w:val="28"/>
        </w:rPr>
        <w:t>формации о деятельности Администрации Угловского городского поселения, п</w:t>
      </w:r>
      <w:r w:rsidRPr="00693AC6">
        <w:rPr>
          <w:bCs/>
          <w:color w:val="000000"/>
          <w:spacing w:val="-4"/>
          <w:sz w:val="28"/>
          <w:szCs w:val="28"/>
        </w:rPr>
        <w:t>о</w:t>
      </w:r>
      <w:r w:rsidRPr="00693AC6">
        <w:rPr>
          <w:bCs/>
          <w:color w:val="000000"/>
          <w:spacing w:val="-4"/>
          <w:sz w:val="28"/>
          <w:szCs w:val="28"/>
        </w:rPr>
        <w:t>вышения качества и доступности предоставления муниципальных услуг, испо</w:t>
      </w:r>
      <w:r w:rsidRPr="00693AC6">
        <w:rPr>
          <w:bCs/>
          <w:color w:val="000000"/>
          <w:spacing w:val="-4"/>
          <w:sz w:val="28"/>
          <w:szCs w:val="28"/>
        </w:rPr>
        <w:t>л</w:t>
      </w:r>
      <w:r w:rsidRPr="00693AC6">
        <w:rPr>
          <w:bCs/>
          <w:color w:val="000000"/>
          <w:spacing w:val="-4"/>
          <w:sz w:val="28"/>
          <w:szCs w:val="28"/>
        </w:rPr>
        <w:t>нения муниципальных функций,  с постановлением Администрации Угловского городского поселения № 212 от 23.12.2011 « Об утверждении Порядка разработки и утверждения регламентов предоставления муниципальных услуг, исполнения муниципальных функций»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 w:rsidRPr="00693AC6">
        <w:rPr>
          <w:b/>
          <w:bCs/>
          <w:sz w:val="28"/>
          <w:szCs w:val="28"/>
        </w:rPr>
        <w:t>ПОСТАНОВЛЯЮ: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sz w:val="28"/>
          <w:szCs w:val="28"/>
        </w:rPr>
      </w:pPr>
      <w:r w:rsidRPr="00693AC6">
        <w:rPr>
          <w:sz w:val="28"/>
          <w:szCs w:val="28"/>
        </w:rPr>
        <w:tab/>
        <w:t xml:space="preserve">  1. Утвердить прилагаемый Административный регламент предоста</w:t>
      </w:r>
      <w:r w:rsidRPr="00693AC6">
        <w:rPr>
          <w:sz w:val="28"/>
          <w:szCs w:val="28"/>
        </w:rPr>
        <w:t>в</w:t>
      </w:r>
      <w:r w:rsidRPr="00693AC6">
        <w:rPr>
          <w:sz w:val="28"/>
          <w:szCs w:val="28"/>
        </w:rPr>
        <w:t>ления муниципальной услуги «</w:t>
      </w:r>
      <w:r w:rsidRPr="00693AC6">
        <w:rPr>
          <w:sz w:val="28"/>
          <w:szCs w:val="28"/>
          <w:lang w:eastAsia="en-US"/>
        </w:rPr>
        <w:t>Выдача градостроительных планов земельных участков</w:t>
      </w:r>
      <w:r w:rsidRPr="00693AC6">
        <w:rPr>
          <w:sz w:val="28"/>
          <w:szCs w:val="28"/>
        </w:rPr>
        <w:t xml:space="preserve">».    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2. Признать утратившими силу: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 xml:space="preserve"> постановление Администрации Угловского городского поселения от 14.05.2012  № 60 «Об утверждении административного  регламента  предоста</w:t>
      </w:r>
      <w:r w:rsidRPr="00693AC6">
        <w:rPr>
          <w:sz w:val="28"/>
          <w:szCs w:val="28"/>
        </w:rPr>
        <w:t>в</w:t>
      </w:r>
      <w:r w:rsidRPr="00693AC6">
        <w:rPr>
          <w:sz w:val="28"/>
          <w:szCs w:val="28"/>
        </w:rPr>
        <w:t>ления муниципальной услуги  по изготовлению и утверждению градостро</w:t>
      </w:r>
      <w:r w:rsidRPr="00693AC6">
        <w:rPr>
          <w:sz w:val="28"/>
          <w:szCs w:val="28"/>
        </w:rPr>
        <w:t>и</w:t>
      </w:r>
      <w:r w:rsidRPr="00693AC6">
        <w:rPr>
          <w:sz w:val="28"/>
          <w:szCs w:val="28"/>
        </w:rPr>
        <w:t>тельных планов земельных участков»;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постановление Администрации Угловского городского поселения от 27.02.2015  № 59 «О внесении изменений в постановление № 60 от 14.05.2012г. «Об утверждении административного  регламента  предоставления муниц</w:t>
      </w:r>
      <w:r w:rsidRPr="00693AC6">
        <w:rPr>
          <w:sz w:val="28"/>
          <w:szCs w:val="28"/>
        </w:rPr>
        <w:t>и</w:t>
      </w:r>
      <w:r w:rsidRPr="00693AC6">
        <w:rPr>
          <w:sz w:val="28"/>
          <w:szCs w:val="28"/>
        </w:rPr>
        <w:t>пальной услуги  по изготовлению и утверждению градостроительных планов земельных участков».</w:t>
      </w:r>
    </w:p>
    <w:p w:rsidR="00271099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271099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271099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271099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271099" w:rsidRPr="00693AC6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 w:rsidRPr="00693AC6">
        <w:rPr>
          <w:sz w:val="28"/>
          <w:szCs w:val="28"/>
        </w:rPr>
        <w:t xml:space="preserve">3. </w:t>
      </w:r>
      <w:r w:rsidRPr="00693AC6">
        <w:rPr>
          <w:color w:val="000000"/>
          <w:sz w:val="28"/>
          <w:szCs w:val="28"/>
        </w:rPr>
        <w:t>Опубликовать постановление в бюллетене «Официальный вестник У</w:t>
      </w:r>
      <w:r w:rsidRPr="00693AC6">
        <w:rPr>
          <w:color w:val="000000"/>
          <w:sz w:val="28"/>
          <w:szCs w:val="28"/>
        </w:rPr>
        <w:t>г</w:t>
      </w:r>
      <w:r w:rsidRPr="00693AC6">
        <w:rPr>
          <w:color w:val="000000"/>
          <w:sz w:val="28"/>
          <w:szCs w:val="28"/>
        </w:rPr>
        <w:t>ловского городского поселения» и разместить на официальном сайте Админ</w:t>
      </w:r>
      <w:r w:rsidRPr="00693AC6">
        <w:rPr>
          <w:color w:val="000000"/>
          <w:sz w:val="28"/>
          <w:szCs w:val="28"/>
        </w:rPr>
        <w:t>и</w:t>
      </w:r>
      <w:r w:rsidRPr="00693AC6">
        <w:rPr>
          <w:color w:val="000000"/>
          <w:sz w:val="28"/>
          <w:szCs w:val="28"/>
        </w:rPr>
        <w:t>страции Угловского городского поселения в информационно-телекоммуникационной сети  Интернет</w:t>
      </w:r>
      <w:r w:rsidRPr="00693AC6">
        <w:rPr>
          <w:bCs/>
          <w:sz w:val="28"/>
          <w:szCs w:val="28"/>
        </w:rPr>
        <w:t>».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sz w:val="28"/>
          <w:szCs w:val="28"/>
        </w:rPr>
      </w:pPr>
    </w:p>
    <w:p w:rsidR="00271099" w:rsidRPr="00693AC6" w:rsidRDefault="00271099" w:rsidP="00920B0A">
      <w:pPr>
        <w:spacing w:line="360" w:lineRule="exact"/>
        <w:ind w:right="252"/>
        <w:jc w:val="both"/>
        <w:rPr>
          <w:b/>
          <w:sz w:val="28"/>
          <w:szCs w:val="28"/>
        </w:rPr>
      </w:pPr>
      <w:r w:rsidRPr="00693AC6">
        <w:rPr>
          <w:b/>
          <w:sz w:val="28"/>
          <w:szCs w:val="28"/>
        </w:rPr>
        <w:t>Глава городского поселения   А.В. Стекольников</w:t>
      </w:r>
    </w:p>
    <w:p w:rsidR="00271099" w:rsidRPr="00693AC6" w:rsidRDefault="00271099" w:rsidP="00920B0A">
      <w:pPr>
        <w:ind w:right="252"/>
        <w:rPr>
          <w:b/>
          <w:sz w:val="28"/>
          <w:szCs w:val="28"/>
        </w:rPr>
      </w:pPr>
    </w:p>
    <w:p w:rsidR="00271099" w:rsidRPr="00693AC6" w:rsidRDefault="00271099" w:rsidP="00920B0A">
      <w:pPr>
        <w:rPr>
          <w:b/>
          <w:sz w:val="28"/>
          <w:szCs w:val="28"/>
        </w:rPr>
      </w:pPr>
    </w:p>
    <w:p w:rsidR="00271099" w:rsidRPr="00693AC6" w:rsidRDefault="00271099" w:rsidP="003D37EF">
      <w:pPr>
        <w:jc w:val="both"/>
        <w:rPr>
          <w:sz w:val="28"/>
          <w:szCs w:val="28"/>
        </w:rPr>
      </w:pPr>
    </w:p>
    <w:p w:rsidR="00271099" w:rsidRPr="00693AC6" w:rsidRDefault="00271099" w:rsidP="003D37EF">
      <w:pPr>
        <w:jc w:val="both"/>
        <w:rPr>
          <w:sz w:val="28"/>
          <w:szCs w:val="28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Default="00271099" w:rsidP="003D37EF">
      <w:pPr>
        <w:jc w:val="both"/>
        <w:rPr>
          <w:sz w:val="28"/>
          <w:szCs w:val="28"/>
          <w:lang w:val="en-US"/>
        </w:rPr>
      </w:pPr>
    </w:p>
    <w:p w:rsidR="00271099" w:rsidRPr="00693AC6" w:rsidRDefault="00271099" w:rsidP="003D37EF">
      <w:pPr>
        <w:jc w:val="both"/>
        <w:rPr>
          <w:sz w:val="28"/>
          <w:szCs w:val="28"/>
          <w:lang w:val="en-US"/>
        </w:rPr>
      </w:pP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Pr="00471459" w:rsidRDefault="00271099" w:rsidP="0067111A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>УТВЕРЖДЕН</w:t>
      </w:r>
    </w:p>
    <w:p w:rsidR="00271099" w:rsidRPr="00471459" w:rsidRDefault="00271099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bookmarkStart w:id="0" w:name="_GoBack"/>
      <w:bookmarkEnd w:id="0"/>
      <w:r w:rsidRPr="00471459">
        <w:rPr>
          <w:sz w:val="24"/>
          <w:szCs w:val="24"/>
          <w:lang w:eastAsia="en-US"/>
        </w:rPr>
        <w:t xml:space="preserve">                                                                      постановлением администрации</w:t>
      </w:r>
    </w:p>
    <w:p w:rsidR="00271099" w:rsidRPr="00471459" w:rsidRDefault="00271099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             Угловского городского поселения</w:t>
      </w:r>
    </w:p>
    <w:p w:rsidR="00271099" w:rsidRPr="00471459" w:rsidRDefault="00271099" w:rsidP="0067111A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от </w:t>
      </w:r>
      <w:r>
        <w:rPr>
          <w:sz w:val="24"/>
          <w:szCs w:val="24"/>
          <w:lang w:eastAsia="en-US"/>
        </w:rPr>
        <w:t>0</w:t>
      </w:r>
      <w:r>
        <w:rPr>
          <w:sz w:val="24"/>
          <w:szCs w:val="24"/>
          <w:lang w:val="en-US" w:eastAsia="en-US"/>
        </w:rPr>
        <w:t>5</w:t>
      </w:r>
      <w:r>
        <w:rPr>
          <w:sz w:val="24"/>
          <w:szCs w:val="24"/>
          <w:lang w:eastAsia="en-US"/>
        </w:rPr>
        <w:t>.12</w:t>
      </w:r>
      <w:r w:rsidRPr="00471459">
        <w:rPr>
          <w:sz w:val="24"/>
          <w:szCs w:val="24"/>
          <w:lang w:eastAsia="en-US"/>
        </w:rPr>
        <w:t xml:space="preserve">.2016  № </w:t>
      </w:r>
      <w:r>
        <w:rPr>
          <w:sz w:val="24"/>
          <w:szCs w:val="24"/>
          <w:lang w:eastAsia="en-US"/>
        </w:rPr>
        <w:t>638</w:t>
      </w:r>
    </w:p>
    <w:p w:rsidR="00271099" w:rsidRPr="00471459" w:rsidRDefault="00271099" w:rsidP="0067111A">
      <w:pPr>
        <w:jc w:val="right"/>
        <w:rPr>
          <w:sz w:val="24"/>
          <w:szCs w:val="24"/>
        </w:rPr>
      </w:pP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Pr="00471459" w:rsidRDefault="00271099" w:rsidP="00B04CBA">
      <w:pPr>
        <w:spacing w:after="120" w:line="240" w:lineRule="exact"/>
        <w:jc w:val="center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 xml:space="preserve">АДМИНИСТРАТИВНЫЙ РЕГЛАМЕНТ </w:t>
      </w:r>
    </w:p>
    <w:p w:rsidR="00271099" w:rsidRPr="00471459" w:rsidRDefault="00271099" w:rsidP="0085666C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по предоставлению Администрацией Угловского городского поселения муниципальной у</w:t>
      </w:r>
      <w:r>
        <w:rPr>
          <w:sz w:val="24"/>
          <w:szCs w:val="24"/>
          <w:lang w:val="en-US"/>
        </w:rPr>
        <w:t>c</w:t>
      </w:r>
      <w:r w:rsidRPr="00471459">
        <w:rPr>
          <w:sz w:val="24"/>
          <w:szCs w:val="24"/>
        </w:rPr>
        <w:t xml:space="preserve">луги </w:t>
      </w:r>
      <w:r w:rsidRPr="00471459">
        <w:rPr>
          <w:bCs/>
          <w:sz w:val="24"/>
          <w:szCs w:val="24"/>
        </w:rPr>
        <w:t>«В</w:t>
      </w:r>
      <w:r w:rsidRPr="00471459">
        <w:rPr>
          <w:sz w:val="24"/>
          <w:szCs w:val="24"/>
          <w:lang w:eastAsia="en-US"/>
        </w:rPr>
        <w:t>ыдача градостроительных планов</w:t>
      </w:r>
      <w:r w:rsidRPr="00693AC6">
        <w:rPr>
          <w:sz w:val="24"/>
          <w:szCs w:val="24"/>
          <w:lang w:eastAsia="en-US"/>
        </w:rPr>
        <w:t xml:space="preserve"> </w:t>
      </w:r>
      <w:r w:rsidRPr="00471459">
        <w:rPr>
          <w:sz w:val="24"/>
          <w:szCs w:val="24"/>
          <w:lang w:eastAsia="en-US"/>
        </w:rPr>
        <w:t>земельных участков</w:t>
      </w:r>
      <w:r w:rsidRPr="00471459">
        <w:rPr>
          <w:bCs/>
          <w:sz w:val="24"/>
          <w:szCs w:val="24"/>
        </w:rPr>
        <w:t>»</w:t>
      </w:r>
    </w:p>
    <w:p w:rsidR="00271099" w:rsidRPr="00471459" w:rsidRDefault="00271099" w:rsidP="00B04CBA">
      <w:pPr>
        <w:autoSpaceDE w:val="0"/>
        <w:autoSpaceDN w:val="0"/>
        <w:adjustRightInd w:val="0"/>
        <w:ind w:firstLine="708"/>
        <w:outlineLvl w:val="1"/>
        <w:rPr>
          <w:b/>
          <w:sz w:val="24"/>
          <w:szCs w:val="24"/>
          <w:highlight w:val="yellow"/>
        </w:rPr>
      </w:pPr>
    </w:p>
    <w:p w:rsidR="00271099" w:rsidRPr="00471459" w:rsidRDefault="00271099" w:rsidP="00B04CBA">
      <w:pPr>
        <w:pStyle w:val="ConsPlusNormal"/>
        <w:widowControl/>
        <w:ind w:firstLine="708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71459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271099" w:rsidRPr="00471459" w:rsidRDefault="00271099" w:rsidP="00B04CBA">
      <w:pPr>
        <w:autoSpaceDE w:val="0"/>
        <w:autoSpaceDN w:val="0"/>
        <w:adjustRightInd w:val="0"/>
        <w:spacing w:before="120" w:after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1.1. Предмет регулирования регламента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Предметом регулирования административного регламента по предоставлению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нистрацией Угловского городского поселения муниципальной услуги «</w:t>
      </w:r>
      <w:r w:rsidRPr="00471459">
        <w:rPr>
          <w:sz w:val="24"/>
          <w:szCs w:val="24"/>
          <w:lang w:eastAsia="en-US"/>
        </w:rPr>
        <w:t>Выдача градостро</w:t>
      </w:r>
      <w:r w:rsidRPr="00471459">
        <w:rPr>
          <w:sz w:val="24"/>
          <w:szCs w:val="24"/>
          <w:lang w:eastAsia="en-US"/>
        </w:rPr>
        <w:t>и</w:t>
      </w:r>
      <w:r w:rsidRPr="00471459">
        <w:rPr>
          <w:sz w:val="24"/>
          <w:szCs w:val="24"/>
          <w:lang w:eastAsia="en-US"/>
        </w:rPr>
        <w:t>тельных планов земельных участков</w:t>
      </w:r>
      <w:r w:rsidRPr="00471459">
        <w:rPr>
          <w:sz w:val="24"/>
          <w:szCs w:val="24"/>
        </w:rPr>
        <w:t xml:space="preserve">»  (далее Административный регламент) </w:t>
      </w:r>
      <w:r w:rsidRPr="00471459">
        <w:rPr>
          <w:bCs/>
          <w:color w:val="000000"/>
          <w:sz w:val="24"/>
          <w:szCs w:val="24"/>
        </w:rPr>
        <w:t>является рег</w:t>
      </w:r>
      <w:r w:rsidRPr="00471459">
        <w:rPr>
          <w:bCs/>
          <w:color w:val="000000"/>
          <w:sz w:val="24"/>
          <w:szCs w:val="24"/>
        </w:rPr>
        <w:t>у</w:t>
      </w:r>
      <w:r w:rsidRPr="00471459">
        <w:rPr>
          <w:bCs/>
          <w:color w:val="000000"/>
          <w:sz w:val="24"/>
          <w:szCs w:val="24"/>
        </w:rPr>
        <w:t xml:space="preserve">лирование отношений, </w:t>
      </w:r>
      <w:r w:rsidRPr="00471459">
        <w:rPr>
          <w:sz w:val="24"/>
          <w:szCs w:val="24"/>
        </w:rPr>
        <w:t>возникающих</w:t>
      </w:r>
      <w:r w:rsidRPr="00471459">
        <w:rPr>
          <w:bCs/>
          <w:color w:val="000000"/>
          <w:sz w:val="24"/>
          <w:szCs w:val="24"/>
        </w:rPr>
        <w:t xml:space="preserve"> между Администрацией </w:t>
      </w:r>
      <w:r w:rsidRPr="00471459">
        <w:rPr>
          <w:sz w:val="24"/>
          <w:szCs w:val="24"/>
        </w:rPr>
        <w:t>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ления</w:t>
      </w:r>
      <w:r w:rsidRPr="00471459">
        <w:rPr>
          <w:bCs/>
          <w:color w:val="000000"/>
          <w:sz w:val="24"/>
          <w:szCs w:val="24"/>
        </w:rPr>
        <w:t xml:space="preserve"> и физическими, юридическими лицами при предоставлении муниципальной услуги «Выдача градостроительных планов земельных участков» (далее муниципальная услуга).</w:t>
      </w:r>
      <w:r w:rsidRPr="00471459">
        <w:rPr>
          <w:sz w:val="24"/>
          <w:szCs w:val="24"/>
        </w:rPr>
        <w:t xml:space="preserve"> </w:t>
      </w:r>
    </w:p>
    <w:p w:rsidR="00271099" w:rsidRPr="00471459" w:rsidRDefault="00271099" w:rsidP="00B04CBA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2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1.2. Круг заявителей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нов, органов государственных внебюджетных фондов и их территориальных органов,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 местного самоуправления).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1.2.2. От имени заявителей по предоставлению муниципальной услуги могут выст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</w:t>
      </w:r>
      <w:r w:rsidRPr="00471459">
        <w:rPr>
          <w:sz w:val="24"/>
          <w:szCs w:val="24"/>
        </w:rPr>
        <w:t>й</w:t>
      </w:r>
      <w:r w:rsidRPr="00471459">
        <w:rPr>
          <w:sz w:val="24"/>
          <w:szCs w:val="24"/>
        </w:rPr>
        <w:t>ской Федерации, соответствующими полномочиями.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1.3. Требования к порядку информирования о предоставлении     муниципальной услуги</w:t>
      </w:r>
    </w:p>
    <w:p w:rsidR="00271099" w:rsidRPr="00471459" w:rsidRDefault="00271099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1.3.1. Место нахождения Администрации Угловского городского поселения:</w:t>
      </w:r>
      <w:r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Новг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родская область, Окуловский район, пос.Угловка, ул.Центральная, д.9.</w:t>
      </w:r>
    </w:p>
    <w:p w:rsidR="00271099" w:rsidRPr="00471459" w:rsidRDefault="00271099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почтовый адрес: ул.Центральная, д.9, пос.Угловка, Окуловский район, Новгородская область, 174361.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График работы</w:t>
      </w:r>
      <w:r w:rsidRPr="00471459">
        <w:rPr>
          <w:rStyle w:val="Strong"/>
          <w:b w:val="0"/>
          <w:sz w:val="24"/>
          <w:szCs w:val="24"/>
        </w:rPr>
        <w:t xml:space="preserve"> Администрации Угловского городского поселения по предоставлению муниципальной услуги</w:t>
      </w:r>
      <w:r w:rsidRPr="00471459">
        <w:rPr>
          <w:sz w:val="24"/>
          <w:szCs w:val="24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Понедельник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Вторник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Четверг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Пятница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Суббота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Воскресенье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</w:tbl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Справочные телефоны: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Телефоны (факсы) для справок о порядке предоставления муниципальной услуги: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Специалисты 8 (81657)26-298 (телефон)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              8 (81657)26-114 (телефон/факс).</w:t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адрес интернет-сайта Администрации муниципального района:</w:t>
      </w:r>
      <w:r w:rsidRPr="00471459">
        <w:rPr>
          <w:color w:val="0000FF"/>
          <w:sz w:val="24"/>
          <w:szCs w:val="24"/>
          <w:lang w:val="en-US"/>
        </w:rPr>
        <w:t>http</w:t>
      </w:r>
      <w:r w:rsidRPr="00471459">
        <w:rPr>
          <w:color w:val="0000FF"/>
          <w:sz w:val="24"/>
          <w:szCs w:val="24"/>
        </w:rPr>
        <w:t>://</w:t>
      </w:r>
      <w:r w:rsidRPr="00471459">
        <w:rPr>
          <w:color w:val="0000FF"/>
          <w:sz w:val="24"/>
          <w:szCs w:val="24"/>
          <w:lang w:val="en-US"/>
        </w:rPr>
        <w:t>okuladm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color w:val="0000FF"/>
          <w:sz w:val="24"/>
          <w:szCs w:val="24"/>
        </w:rPr>
        <w:t>/.</w:t>
      </w:r>
      <w:r w:rsidRPr="00471459">
        <w:rPr>
          <w:sz w:val="24"/>
          <w:szCs w:val="24"/>
        </w:rPr>
        <w:t xml:space="preserve"> </w:t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 xml:space="preserve">Адрес электронной почты: </w:t>
      </w:r>
      <w:r w:rsidRPr="00471459">
        <w:rPr>
          <w:color w:val="0000FF"/>
          <w:sz w:val="24"/>
          <w:szCs w:val="24"/>
          <w:lang w:val="en-US"/>
        </w:rPr>
        <w:t>admugl</w:t>
      </w:r>
      <w:r w:rsidRPr="00471459">
        <w:rPr>
          <w:color w:val="0000FF"/>
          <w:sz w:val="24"/>
          <w:szCs w:val="24"/>
        </w:rPr>
        <w:t>@</w:t>
      </w:r>
      <w:r w:rsidRPr="00471459">
        <w:rPr>
          <w:color w:val="0000FF"/>
          <w:sz w:val="24"/>
          <w:szCs w:val="24"/>
          <w:lang w:val="en-US"/>
        </w:rPr>
        <w:t>yandex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sz w:val="24"/>
          <w:szCs w:val="24"/>
        </w:rPr>
        <w:tab/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Адрес интернет-сайта</w:t>
      </w:r>
      <w:hyperlink r:id="rId8" w:history="1">
        <w:r w:rsidRPr="00471459">
          <w:rPr>
            <w:rStyle w:val="Hyperlink"/>
            <w:sz w:val="24"/>
            <w:szCs w:val="24"/>
            <w:lang w:val="en-US"/>
          </w:rPr>
          <w:t>www</w:t>
        </w:r>
        <w:r w:rsidRPr="00471459">
          <w:rPr>
            <w:rStyle w:val="Hyperlink"/>
            <w:sz w:val="24"/>
            <w:szCs w:val="24"/>
          </w:rPr>
          <w:t>.</w:t>
        </w:r>
        <w:r w:rsidRPr="00471459">
          <w:rPr>
            <w:rStyle w:val="Hyperlink"/>
            <w:sz w:val="24"/>
            <w:szCs w:val="24"/>
            <w:lang w:val="en-US"/>
          </w:rPr>
          <w:t>uglovkaadm</w:t>
        </w:r>
        <w:r w:rsidRPr="00471459">
          <w:rPr>
            <w:rStyle w:val="Hyperlink"/>
            <w:sz w:val="24"/>
            <w:szCs w:val="24"/>
          </w:rPr>
          <w:t>.</w:t>
        </w:r>
        <w:r w:rsidRPr="00471459">
          <w:rPr>
            <w:rStyle w:val="Hyperlink"/>
            <w:sz w:val="24"/>
            <w:szCs w:val="24"/>
            <w:lang w:val="en-US"/>
          </w:rPr>
          <w:t>ru</w:t>
        </w:r>
      </w:hyperlink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1.3.2. Способы и порядок получения информации о правилах предоставления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ципальной услуги:</w:t>
      </w:r>
    </w:p>
    <w:p w:rsidR="00271099" w:rsidRPr="00471459" w:rsidRDefault="00271099" w:rsidP="00BC7F6E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Информацию о правилах предоставления муниципальной услуги заявитель может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лучить следующими способами: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лично;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телефонной, факсимильной связи;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посредством электронной связи,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почтовой связи;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информационно-телекоммуникационных сетях общего пользования: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- на официальном сайте </w:t>
      </w:r>
      <w:r w:rsidRPr="00471459">
        <w:rPr>
          <w:iCs/>
          <w:sz w:val="24"/>
          <w:szCs w:val="24"/>
        </w:rPr>
        <w:t>Администрации Угловского городского поселения;</w:t>
      </w:r>
      <w:r w:rsidRPr="00471459">
        <w:rPr>
          <w:sz w:val="24"/>
          <w:szCs w:val="24"/>
        </w:rPr>
        <w:t xml:space="preserve">    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В процессе предоставления муниципальной услуги орган местного самоуправления осуществляется взаимодействие с: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Управлением Федеральной службы государственной регистрации, ка-дастра и карт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графии по Новгородской области: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Межрайонной инспекцией Федеральной налоговой службы № 2 по Новгородской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>ласти (далее МИФНС № 1);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bCs/>
          <w:sz w:val="24"/>
          <w:szCs w:val="24"/>
        </w:rPr>
      </w:pPr>
      <w:r w:rsidRPr="00471459">
        <w:rPr>
          <w:sz w:val="24"/>
          <w:szCs w:val="24"/>
        </w:rPr>
        <w:t>средствами массовой информации;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1.3.3. Информация о правилах предоставления муниципальной услуги, а также н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стоящий Административный регламент и муниципальный правовой акт об его утверждении размещается на: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средствах массовой информации; </w:t>
      </w:r>
    </w:p>
    <w:p w:rsidR="00271099" w:rsidRPr="00471459" w:rsidRDefault="00271099" w:rsidP="00BC7F6E">
      <w:pPr>
        <w:ind w:firstLine="709"/>
        <w:jc w:val="both"/>
        <w:rPr>
          <w:iCs/>
          <w:sz w:val="24"/>
          <w:szCs w:val="24"/>
        </w:rPr>
      </w:pPr>
      <w:r w:rsidRPr="00471459">
        <w:rPr>
          <w:sz w:val="24"/>
          <w:szCs w:val="24"/>
        </w:rPr>
        <w:t xml:space="preserve">на официальном Интернет-сайте </w:t>
      </w:r>
      <w:r w:rsidRPr="00471459">
        <w:rPr>
          <w:iCs/>
          <w:sz w:val="24"/>
          <w:szCs w:val="24"/>
        </w:rPr>
        <w:t>Администрации Угловского городского поселения.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1.3.4. Информирование по вопросам предоставления муниципальной услуги предо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 xml:space="preserve">тавляются ответственному специалисту Администрации,  обеспечивающему предоставление муниципальной услуги.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1.3.5.</w:t>
      </w:r>
      <w:r w:rsidRPr="00471459">
        <w:rPr>
          <w:rFonts w:eastAsia="Arial Unicode MS"/>
          <w:sz w:val="24"/>
          <w:szCs w:val="24"/>
        </w:rPr>
        <w:t xml:space="preserve"> Информирование о правилах предоставления муниципальной услуги осущест</w:t>
      </w:r>
      <w:r w:rsidRPr="00471459">
        <w:rPr>
          <w:rFonts w:eastAsia="Arial Unicode MS"/>
          <w:sz w:val="24"/>
          <w:szCs w:val="24"/>
        </w:rPr>
        <w:t>в</w:t>
      </w:r>
      <w:r w:rsidRPr="00471459">
        <w:rPr>
          <w:rFonts w:eastAsia="Arial Unicode MS"/>
          <w:sz w:val="24"/>
          <w:szCs w:val="24"/>
        </w:rPr>
        <w:t>ляется по следующим вопросам: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>место нахождения;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 Решения;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(орган, организация и их местонахождение);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</w:t>
      </w:r>
      <w:r w:rsidRPr="00471459">
        <w:rPr>
          <w:rFonts w:ascii="Times New Roman CYR" w:eastAsia="Arial Unicode MS" w:hAnsi="Times New Roman CYR"/>
          <w:sz w:val="24"/>
          <w:szCs w:val="24"/>
        </w:rPr>
        <w:t xml:space="preserve">;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4"/>
          <w:szCs w:val="24"/>
          <w:u w:val="single"/>
        </w:rPr>
      </w:pPr>
      <w:r w:rsidRPr="00471459">
        <w:rPr>
          <w:rFonts w:eastAsia="Arial Unicode MS"/>
          <w:sz w:val="24"/>
          <w:szCs w:val="24"/>
        </w:rPr>
        <w:t xml:space="preserve">график работы </w:t>
      </w:r>
      <w:r w:rsidRPr="00471459">
        <w:rPr>
          <w:iCs/>
          <w:sz w:val="24"/>
          <w:szCs w:val="24"/>
        </w:rPr>
        <w:t>Администрации;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 xml:space="preserve">адрес электронной почты </w:t>
      </w:r>
      <w:r w:rsidRPr="00471459">
        <w:rPr>
          <w:iCs/>
          <w:sz w:val="24"/>
          <w:szCs w:val="24"/>
        </w:rPr>
        <w:t>Администрации;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(орган, организация и их местонахождение);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оснований для отказа в предоставлении муниципальной услуги;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права на обжалование действий (бездействий) и решений, осуществляемых и прин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маемых в ходе предоставления муниципальной услуги.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иная информация о деятельности Администрации, в соответствии с Федеральным з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коном от 9 февраля 2009 года № 8-ФЗ «Об обеспечении доступа к информации о деятельн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сти государственных органов и органов местного самоуправления».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1.3.6. Информирование (консультирование) осуществляется специалистами Админ</w:t>
      </w:r>
      <w:r w:rsidRPr="00471459">
        <w:rPr>
          <w:rFonts w:ascii="Times New Roman CYR" w:hAnsi="Times New Roman CYR"/>
          <w:sz w:val="24"/>
          <w:szCs w:val="24"/>
        </w:rPr>
        <w:t>и</w:t>
      </w:r>
      <w:r w:rsidRPr="00471459">
        <w:rPr>
          <w:rFonts w:ascii="Times New Roman CYR" w:hAnsi="Times New Roman CYR"/>
          <w:sz w:val="24"/>
          <w:szCs w:val="24"/>
        </w:rPr>
        <w:t>страции, при обращении заявителей за информацией лично, по телефону, посредством почты или электронной почты.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Информирование проводится на русском языке в форме: индивидуального и публи</w:t>
      </w:r>
      <w:r w:rsidRPr="00471459">
        <w:rPr>
          <w:rFonts w:ascii="Times New Roman CYR" w:hAnsi="Times New Roman CYR"/>
          <w:sz w:val="24"/>
          <w:szCs w:val="24"/>
        </w:rPr>
        <w:t>ч</w:t>
      </w:r>
      <w:r w:rsidRPr="00471459">
        <w:rPr>
          <w:rFonts w:ascii="Times New Roman CYR" w:hAnsi="Times New Roman CYR"/>
          <w:sz w:val="24"/>
          <w:szCs w:val="24"/>
        </w:rPr>
        <w:t>ного информирования.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1.3.6.1. Индивидуальное устное информирование осуществляется специалистами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министрации при обращении заявителей за информацией лично или по телефону.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Специалист, осуществляющий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Если для подготовки ответа требуется продолжительное время, специалист, осущес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вляющий информирование, может предложить заявителям обратиться за необходимой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ка специалиста, осуществляющего информирование, заявителю для разъяснения.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При ответе на телефонные звонки специалист, осуществляющий информирование, должен назвать фамилию, имя, отчество, занимаемую должность.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раллельных разговоров» с окружающими людьми и не прерывать разговор по причине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71099" w:rsidRPr="00471459" w:rsidRDefault="00271099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1.3.6.2. Индивидуальное письменное информирование осуществляется в виде пис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471459">
        <w:rPr>
          <w:color w:val="FF0000"/>
          <w:sz w:val="24"/>
          <w:szCs w:val="24"/>
        </w:rPr>
        <w:t xml:space="preserve"> </w:t>
      </w:r>
      <w:r w:rsidRPr="00471459">
        <w:rPr>
          <w:iCs/>
          <w:sz w:val="24"/>
          <w:szCs w:val="24"/>
        </w:rPr>
        <w:t>Админис</w:t>
      </w:r>
      <w:r w:rsidRPr="00471459">
        <w:rPr>
          <w:iCs/>
          <w:sz w:val="24"/>
          <w:szCs w:val="24"/>
        </w:rPr>
        <w:t>т</w:t>
      </w:r>
      <w:r w:rsidRPr="00471459">
        <w:rPr>
          <w:iCs/>
          <w:sz w:val="24"/>
          <w:szCs w:val="24"/>
        </w:rPr>
        <w:t>рации.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bookmarkStart w:id="1" w:name="_Toc206489247"/>
    </w:p>
    <w:bookmarkEnd w:id="1"/>
    <w:p w:rsidR="00271099" w:rsidRPr="00471459" w:rsidRDefault="00271099" w:rsidP="00B04CBA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 Стандарт предоставления муниципальной услуги</w:t>
      </w:r>
    </w:p>
    <w:p w:rsidR="00271099" w:rsidRPr="00471459" w:rsidRDefault="00271099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</w:p>
    <w:p w:rsidR="00271099" w:rsidRPr="00471459" w:rsidRDefault="00271099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2.1. Наименование муниципальной услуги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Наименование </w:t>
      </w:r>
      <w:r w:rsidRPr="00471459">
        <w:rPr>
          <w:rFonts w:cs="Times New Roman CYR"/>
          <w:sz w:val="24"/>
          <w:szCs w:val="24"/>
        </w:rPr>
        <w:t>муниципальной</w:t>
      </w:r>
      <w:r w:rsidRPr="00471459">
        <w:rPr>
          <w:sz w:val="24"/>
          <w:szCs w:val="24"/>
        </w:rPr>
        <w:t xml:space="preserve"> услуги – «</w:t>
      </w:r>
      <w:r w:rsidRPr="00471459">
        <w:rPr>
          <w:sz w:val="24"/>
          <w:szCs w:val="24"/>
          <w:lang w:eastAsia="en-US"/>
        </w:rPr>
        <w:t>Выдача градостроительных планов земел</w:t>
      </w:r>
      <w:r w:rsidRPr="00471459">
        <w:rPr>
          <w:sz w:val="24"/>
          <w:szCs w:val="24"/>
          <w:lang w:eastAsia="en-US"/>
        </w:rPr>
        <w:t>ь</w:t>
      </w:r>
      <w:r w:rsidRPr="00471459">
        <w:rPr>
          <w:sz w:val="24"/>
          <w:szCs w:val="24"/>
          <w:lang w:eastAsia="en-US"/>
        </w:rPr>
        <w:t>ных участков</w:t>
      </w:r>
      <w:r w:rsidRPr="00471459">
        <w:rPr>
          <w:sz w:val="24"/>
          <w:szCs w:val="24"/>
        </w:rPr>
        <w:t>».</w:t>
      </w:r>
    </w:p>
    <w:p w:rsidR="00271099" w:rsidRPr="00471459" w:rsidRDefault="00271099" w:rsidP="00B04CBA">
      <w:pPr>
        <w:spacing w:before="120" w:line="340" w:lineRule="atLeast"/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2.2. Наименование органа местного самоуправления, предоставляющего мун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 xml:space="preserve">ципальную услугу: </w:t>
      </w:r>
      <w:r w:rsidRPr="00471459">
        <w:rPr>
          <w:sz w:val="24"/>
          <w:szCs w:val="24"/>
        </w:rPr>
        <w:t>Администрация Угловского городского поселения (далее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ция).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2.2.1. Муниципальная услуга предоставляется:</w:t>
      </w:r>
    </w:p>
    <w:p w:rsidR="00271099" w:rsidRPr="00471459" w:rsidRDefault="00271099" w:rsidP="00494103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Администрацией в части: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>издания постановления Администрации Угловского городского поселения (далее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становление) об утверждении градостроительного плана земельного участка</w:t>
      </w:r>
      <w:r w:rsidRPr="00471459">
        <w:rPr>
          <w:sz w:val="24"/>
          <w:szCs w:val="24"/>
          <w:lang w:eastAsia="en-US"/>
        </w:rPr>
        <w:t>;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>издания постановления об отказе в выдаче градостроительного плана земельного уч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стка</w:t>
      </w:r>
      <w:r w:rsidRPr="00471459">
        <w:rPr>
          <w:sz w:val="24"/>
          <w:szCs w:val="24"/>
          <w:lang w:eastAsia="en-US"/>
        </w:rPr>
        <w:t>;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подготовки </w:t>
      </w:r>
      <w:r w:rsidRPr="00471459">
        <w:rPr>
          <w:sz w:val="24"/>
          <w:szCs w:val="24"/>
          <w:lang w:eastAsia="en-US"/>
        </w:rPr>
        <w:t>градостроительных планов земельных участков;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запроса по каналам межведомственного взаимодействия документов, необходимых для оказания муниципальной услуги;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МФЦ в части: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приема и выдачи документов на предоставление муниципальной услуги;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sz w:val="24"/>
          <w:szCs w:val="24"/>
        </w:rPr>
      </w:pPr>
      <w:r w:rsidRPr="00471459">
        <w:rPr>
          <w:sz w:val="24"/>
          <w:szCs w:val="24"/>
        </w:rPr>
        <w:t>запроса по каналам межведомственного взаимодействия документов, необходимых для оказания муниципальной услуги.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2.2.2. Не допускается требовать от заявителя осуществления действий, в том числе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ментом.</w:t>
      </w:r>
    </w:p>
    <w:p w:rsidR="00271099" w:rsidRPr="00471459" w:rsidRDefault="00271099" w:rsidP="00B04CBA">
      <w:pPr>
        <w:spacing w:before="120" w:line="340" w:lineRule="atLeast"/>
        <w:ind w:firstLine="709"/>
        <w:jc w:val="both"/>
        <w:rPr>
          <w:b/>
          <w:bCs/>
          <w:sz w:val="24"/>
          <w:szCs w:val="24"/>
          <w:highlight w:val="yellow"/>
        </w:rPr>
      </w:pPr>
      <w:r w:rsidRPr="00471459">
        <w:rPr>
          <w:b/>
          <w:sz w:val="24"/>
          <w:szCs w:val="24"/>
        </w:rPr>
        <w:t>2.3. Результат предоставления муниципальной услуги</w:t>
      </w:r>
      <w:r w:rsidRPr="00471459">
        <w:rPr>
          <w:b/>
          <w:bCs/>
          <w:sz w:val="24"/>
          <w:szCs w:val="24"/>
          <w:highlight w:val="yellow"/>
        </w:rPr>
        <w:t xml:space="preserve"> 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Результатами предоставления муниципальной услуги являются: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градостроительный план земельного участка, утвержденный постановлением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нистрации;</w:t>
      </w:r>
    </w:p>
    <w:p w:rsidR="00271099" w:rsidRPr="00471459" w:rsidRDefault="00271099" w:rsidP="00B04CBA">
      <w:pPr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 об отказе в выдаче градостроительного плана земельного участка.</w:t>
      </w:r>
    </w:p>
    <w:p w:rsidR="00271099" w:rsidRPr="00471459" w:rsidRDefault="00271099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</w:t>
      </w:r>
    </w:p>
    <w:p w:rsidR="00271099" w:rsidRPr="00471459" w:rsidRDefault="00271099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2.4.1. Администрация предоставляет муниципальную услугу в течение </w:t>
      </w:r>
      <w:r>
        <w:rPr>
          <w:sz w:val="24"/>
          <w:szCs w:val="24"/>
        </w:rPr>
        <w:t>20</w:t>
      </w:r>
      <w:r w:rsidRPr="00471459">
        <w:rPr>
          <w:sz w:val="24"/>
          <w:szCs w:val="24"/>
        </w:rPr>
        <w:t xml:space="preserve"> (</w:t>
      </w:r>
      <w:r>
        <w:rPr>
          <w:sz w:val="24"/>
          <w:szCs w:val="24"/>
        </w:rPr>
        <w:t>двадцати</w:t>
      </w:r>
      <w:r w:rsidRPr="00471459">
        <w:rPr>
          <w:sz w:val="24"/>
          <w:szCs w:val="24"/>
        </w:rPr>
        <w:t>) дней со дня подачи заявления и документов, обязанность по предоставлению которых в соответствии с пунктом 2.6.1 настоящего Административного регламента возложена на заявителя.</w:t>
      </w:r>
    </w:p>
    <w:p w:rsidR="00271099" w:rsidRPr="00471459" w:rsidRDefault="00271099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2.4.2. Днем представления документов считается день приема и регистрации заявления с 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кументами, указанными в пункте 2.6 настоящего Административного регламента. В случае представления заявителем документов, указанных в пункте 2.6 настоящего Администрати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ного регламента, через МФЦ, срок подготовки и утверждения градостроительного плана з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мельного участка исчисляется со дня передачи МФЦ таких документов в Администрацию.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bCs/>
          <w:sz w:val="24"/>
          <w:szCs w:val="24"/>
        </w:rPr>
        <w:t>2.5 Перечень нормативных правовых актов, регулирующих отношения, возн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 xml:space="preserve">кающие в связи с предоставлением </w:t>
      </w:r>
      <w:r w:rsidRPr="00471459">
        <w:rPr>
          <w:b/>
          <w:sz w:val="24"/>
          <w:szCs w:val="24"/>
        </w:rPr>
        <w:t xml:space="preserve">муниципальной </w:t>
      </w:r>
      <w:r w:rsidRPr="00471459">
        <w:rPr>
          <w:b/>
          <w:bCs/>
          <w:sz w:val="24"/>
          <w:szCs w:val="24"/>
        </w:rPr>
        <w:t>услуги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Отношения, возникающие в связи </w:t>
      </w:r>
      <w:r w:rsidRPr="00471459">
        <w:rPr>
          <w:rFonts w:cs="Times New Roman CYR"/>
          <w:bCs/>
          <w:sz w:val="24"/>
          <w:szCs w:val="24"/>
        </w:rPr>
        <w:t>с предоставлением муниципальной услуги,</w:t>
      </w:r>
      <w:r w:rsidRPr="00471459">
        <w:rPr>
          <w:sz w:val="24"/>
          <w:szCs w:val="24"/>
        </w:rPr>
        <w:t xml:space="preserve"> регул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руются следующими нормативными правовыми актами: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Конституцией Российской Федерации;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Градостроительным кодексом Российской Федерации ;</w:t>
      </w:r>
    </w:p>
    <w:p w:rsidR="00271099" w:rsidRPr="00471459" w:rsidRDefault="00271099" w:rsidP="00EA039F">
      <w:pPr>
        <w:pStyle w:val="BodyText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2006 года № 152-ФЗ «О персональных данных»;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2010 года № 210-ФЗ «Об организации предоставл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государственных и муниципальных услуг»;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постановлением Правительства Российской Федерации от 13 февраля 2006 года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чения;</w:t>
      </w:r>
    </w:p>
    <w:p w:rsidR="00271099" w:rsidRPr="00471459" w:rsidRDefault="00271099" w:rsidP="00EA039F">
      <w:pPr>
        <w:pStyle w:val="BodyText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>приказом Минстроя России  от 06.06.2016 года    № 400/пр «Об утверждении формы градостроительного плана земельного участка» (зарегистрировано в Минюсте России 21.07.2016 № 42935);</w:t>
      </w:r>
    </w:p>
    <w:p w:rsidR="00271099" w:rsidRPr="00471459" w:rsidRDefault="00271099" w:rsidP="00EA039F">
      <w:pPr>
        <w:pStyle w:val="ConsPlusNormal"/>
        <w:spacing w:line="340" w:lineRule="atLeast"/>
        <w:jc w:val="both"/>
        <w:rPr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приказом Министерства регионального развития от 11 августа 2006 года № 93 «Об утверждении инструкции о порядке заполнения формы градостроительного плана земельн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го участка»;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Уставом Угловского городского поселения, утвержденным решением Совета депут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тов Угловского городского поселения от 17.01.2011 № 27 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 актами 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ловского муниципального района, Угловского городского поселения.</w:t>
      </w:r>
    </w:p>
    <w:p w:rsidR="00271099" w:rsidRPr="00471459" w:rsidRDefault="00271099" w:rsidP="00BC7F6E">
      <w:pPr>
        <w:keepNext/>
        <w:ind w:firstLine="720"/>
        <w:jc w:val="both"/>
        <w:outlineLvl w:val="2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>2.6. Исчерпывающий перечень документов, необходимых в соответствии с но</w:t>
      </w:r>
      <w:r w:rsidRPr="00471459">
        <w:rPr>
          <w:b/>
          <w:bCs/>
          <w:sz w:val="24"/>
          <w:szCs w:val="24"/>
        </w:rPr>
        <w:t>р</w:t>
      </w:r>
      <w:r w:rsidRPr="00471459">
        <w:rPr>
          <w:b/>
          <w:bCs/>
          <w:sz w:val="24"/>
          <w:szCs w:val="24"/>
        </w:rPr>
        <w:t>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</w:t>
      </w:r>
      <w:r w:rsidRPr="00471459">
        <w:rPr>
          <w:b/>
          <w:bCs/>
          <w:sz w:val="24"/>
          <w:szCs w:val="24"/>
        </w:rPr>
        <w:t>ь</w:t>
      </w:r>
      <w:r w:rsidRPr="00471459">
        <w:rPr>
          <w:b/>
          <w:bCs/>
          <w:sz w:val="24"/>
          <w:szCs w:val="24"/>
        </w:rPr>
        <w:t>ной услуги, подлежащих представлению заявителем, способы их получения заявит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лем, в том числе в электронной форме, порядок их предоставления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2.6.1. Документы, которые заявитель должен представить самостоятельно:</w:t>
      </w:r>
    </w:p>
    <w:p w:rsidR="00271099" w:rsidRPr="00471459" w:rsidRDefault="00271099" w:rsidP="00EA039F">
      <w:pPr>
        <w:pStyle w:val="BodyText"/>
        <w:spacing w:line="340" w:lineRule="atLeast"/>
        <w:ind w:firstLine="709"/>
        <w:rPr>
          <w:sz w:val="24"/>
          <w:szCs w:val="24"/>
        </w:rPr>
      </w:pPr>
      <w:r w:rsidRPr="00471459">
        <w:rPr>
          <w:bCs/>
          <w:sz w:val="24"/>
          <w:szCs w:val="24"/>
        </w:rPr>
        <w:t>заявление по форме, указанной в Приложении № 1 к настоящему Административному регламенту;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согласие на обработку персональных данных по форме в соответствии с Приложен</w:t>
      </w:r>
      <w:r w:rsidRPr="00471459">
        <w:rPr>
          <w:rFonts w:ascii="Times New Roman" w:hAnsi="Times New Roman"/>
          <w:sz w:val="24"/>
          <w:szCs w:val="24"/>
        </w:rPr>
        <w:t>и</w:t>
      </w:r>
      <w:r w:rsidRPr="00471459">
        <w:rPr>
          <w:rFonts w:ascii="Times New Roman" w:hAnsi="Times New Roman"/>
          <w:sz w:val="24"/>
          <w:szCs w:val="24"/>
        </w:rPr>
        <w:t>ем № 3 к настоящему Административному регламенту (для физических лиц);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удостоверяющего личность заявителя либо личность представителя заявителя;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1"/>
        <w:rPr>
          <w:sz w:val="24"/>
          <w:szCs w:val="24"/>
        </w:rPr>
      </w:pPr>
      <w:r w:rsidRPr="00471459">
        <w:rPr>
          <w:sz w:val="24"/>
          <w:szCs w:val="24"/>
        </w:rPr>
        <w:t>2.6.3. Копии документов могут быть заверены нотариально или заверяются при при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 документов в установленном порядке при наличии оригиналов. Ответственность за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товерность представляемых сведений возлагается на заявителя.</w:t>
      </w:r>
    </w:p>
    <w:p w:rsidR="00271099" w:rsidRPr="00471459" w:rsidRDefault="00271099" w:rsidP="00EA039F">
      <w:pPr>
        <w:pStyle w:val="ConsPlusNormal"/>
        <w:widowControl/>
        <w:spacing w:before="120" w:line="3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2.7. Исчерпывающий перечень документов, необходимых в соответствии с но</w:t>
      </w:r>
      <w:r w:rsidRPr="00471459">
        <w:rPr>
          <w:rFonts w:ascii="Times New Roman" w:hAnsi="Times New Roman"/>
          <w:b/>
          <w:sz w:val="24"/>
          <w:szCs w:val="24"/>
        </w:rPr>
        <w:t>р</w:t>
      </w:r>
      <w:r w:rsidRPr="00471459">
        <w:rPr>
          <w:rFonts w:ascii="Times New Roman" w:hAnsi="Times New Roman"/>
          <w:b/>
          <w:sz w:val="24"/>
          <w:szCs w:val="24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</w:t>
      </w:r>
      <w:r w:rsidRPr="00471459">
        <w:rPr>
          <w:rFonts w:ascii="Times New Roman" w:hAnsi="Times New Roman"/>
          <w:b/>
          <w:sz w:val="24"/>
          <w:szCs w:val="24"/>
        </w:rPr>
        <w:t>е</w:t>
      </w:r>
      <w:r w:rsidRPr="00471459">
        <w:rPr>
          <w:rFonts w:ascii="Times New Roman" w:hAnsi="Times New Roman"/>
          <w:b/>
          <w:sz w:val="24"/>
          <w:szCs w:val="24"/>
        </w:rPr>
        <w:t>ния и иных органов и которые заявитель вправе представить, а также способы их п</w:t>
      </w:r>
      <w:r w:rsidRPr="00471459">
        <w:rPr>
          <w:rFonts w:ascii="Times New Roman" w:hAnsi="Times New Roman"/>
          <w:b/>
          <w:sz w:val="24"/>
          <w:szCs w:val="24"/>
        </w:rPr>
        <w:t>о</w:t>
      </w:r>
      <w:r w:rsidRPr="00471459">
        <w:rPr>
          <w:rFonts w:ascii="Times New Roman" w:hAnsi="Times New Roman"/>
          <w:b/>
          <w:sz w:val="24"/>
          <w:szCs w:val="24"/>
        </w:rPr>
        <w:t>лучения заявителями, в том числе в электронной форме, порядок их представления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2.7.1. Документы, которые заявитель вправе представить по собственной инициативе: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кадастрового или технического паспорта на объекты капитального строител</w:t>
      </w:r>
      <w:r w:rsidRPr="00471459">
        <w:rPr>
          <w:rFonts w:ascii="Times New Roman" w:hAnsi="Times New Roman"/>
          <w:sz w:val="24"/>
          <w:szCs w:val="24"/>
        </w:rPr>
        <w:t>ь</w:t>
      </w:r>
      <w:r w:rsidRPr="00471459">
        <w:rPr>
          <w:rFonts w:ascii="Times New Roman" w:hAnsi="Times New Roman"/>
          <w:sz w:val="24"/>
          <w:szCs w:val="24"/>
        </w:rPr>
        <w:t>ства (здания, сооружения, объекты незавершенного строительства, объекты культурного н</w:t>
      </w:r>
      <w:r w:rsidRPr="00471459">
        <w:rPr>
          <w:rFonts w:ascii="Times New Roman" w:hAnsi="Times New Roman"/>
          <w:sz w:val="24"/>
          <w:szCs w:val="24"/>
        </w:rPr>
        <w:t>а</w:t>
      </w:r>
      <w:r w:rsidRPr="00471459">
        <w:rPr>
          <w:rFonts w:ascii="Times New Roman" w:hAnsi="Times New Roman"/>
          <w:sz w:val="24"/>
          <w:szCs w:val="24"/>
        </w:rPr>
        <w:t>следия), расположенные в границах земельного участка;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топографическая основа земельного участка с нанесением сетей инженерных комм</w:t>
      </w:r>
      <w:r w:rsidRPr="00471459">
        <w:rPr>
          <w:rFonts w:ascii="Times New Roman" w:hAnsi="Times New Roman"/>
          <w:sz w:val="24"/>
          <w:szCs w:val="24"/>
        </w:rPr>
        <w:t>у</w:t>
      </w:r>
      <w:r w:rsidRPr="00471459">
        <w:rPr>
          <w:rFonts w:ascii="Times New Roman" w:hAnsi="Times New Roman"/>
          <w:sz w:val="24"/>
          <w:szCs w:val="24"/>
        </w:rPr>
        <w:t xml:space="preserve">никаций, указанием смежных участков и расположенных на них строений в М 1:500, 1:1000, 1:2000, в МСК-53 на бумажном и электронном носителе; 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копии технических условий подключения объекта капитального строительства к с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 xml:space="preserve">тям инженерно-технического обеспечения; 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кадастровая выписка о земельном участке (выписка из ГЗК формы с 1 по 6 с описан</w:t>
      </w:r>
      <w:r w:rsidRPr="00471459">
        <w:rPr>
          <w:rFonts w:ascii="Times New Roman" w:hAnsi="Times New Roman"/>
          <w:sz w:val="24"/>
          <w:szCs w:val="24"/>
        </w:rPr>
        <w:t>и</w:t>
      </w:r>
      <w:r w:rsidRPr="00471459">
        <w:rPr>
          <w:rFonts w:ascii="Times New Roman" w:hAnsi="Times New Roman"/>
          <w:sz w:val="24"/>
          <w:szCs w:val="24"/>
        </w:rPr>
        <w:t>ем поворотных точек);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выписка из государственного реестра о юридическом лице (далее ЕГРЮЛ), явля</w:t>
      </w:r>
      <w:r w:rsidRPr="00471459">
        <w:rPr>
          <w:color w:val="000000"/>
          <w:sz w:val="24"/>
          <w:szCs w:val="24"/>
        </w:rPr>
        <w:t>ю</w:t>
      </w:r>
      <w:r w:rsidRPr="00471459">
        <w:rPr>
          <w:color w:val="000000"/>
          <w:sz w:val="24"/>
          <w:szCs w:val="24"/>
        </w:rPr>
        <w:t>щемся заявителем;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выписка из государственного реестра об индивидуальном предпринимателе (далее ЕГРИП), являющемся заявителем. </w:t>
      </w:r>
    </w:p>
    <w:p w:rsidR="00271099" w:rsidRPr="00471459" w:rsidRDefault="00271099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        2.7.2. В случае, если </w:t>
      </w:r>
      <w:r w:rsidRPr="00471459">
        <w:rPr>
          <w:sz w:val="24"/>
          <w:szCs w:val="24"/>
        </w:rPr>
        <w:t xml:space="preserve">заявителем </w:t>
      </w:r>
      <w:r w:rsidRPr="00471459">
        <w:rPr>
          <w:rFonts w:cs="Times New Roman CYR"/>
          <w:bCs/>
          <w:sz w:val="24"/>
          <w:szCs w:val="24"/>
        </w:rPr>
        <w:t>не представлены самостоятельно</w:t>
      </w:r>
      <w:r w:rsidRPr="00471459">
        <w:rPr>
          <w:sz w:val="24"/>
          <w:szCs w:val="24"/>
        </w:rPr>
        <w:t xml:space="preserve"> копии документов, необходимых в соответствии с нормативными актами для предоставления муниципальной услуги, </w:t>
      </w:r>
      <w:r w:rsidRPr="00471459">
        <w:rPr>
          <w:rFonts w:cs="Times New Roman CYR"/>
          <w:bCs/>
          <w:sz w:val="24"/>
          <w:szCs w:val="24"/>
        </w:rPr>
        <w:t>которые находятся в распоряжении государственных органов, органов местного с</w:t>
      </w:r>
      <w:r w:rsidRPr="00471459">
        <w:rPr>
          <w:rFonts w:cs="Times New Roman CYR"/>
          <w:bCs/>
          <w:sz w:val="24"/>
          <w:szCs w:val="24"/>
        </w:rPr>
        <w:t>а</w:t>
      </w:r>
      <w:r w:rsidRPr="00471459">
        <w:rPr>
          <w:rFonts w:cs="Times New Roman CYR"/>
          <w:bCs/>
          <w:sz w:val="24"/>
          <w:szCs w:val="24"/>
        </w:rPr>
        <w:t>моуправления и иных органов, участвующих в предоставлении муниципальной услуги, А</w:t>
      </w:r>
      <w:r w:rsidRPr="00471459">
        <w:rPr>
          <w:rFonts w:cs="Times New Roman CYR"/>
          <w:bCs/>
          <w:sz w:val="24"/>
          <w:szCs w:val="24"/>
        </w:rPr>
        <w:t>д</w:t>
      </w:r>
      <w:r w:rsidRPr="00471459">
        <w:rPr>
          <w:rFonts w:cs="Times New Roman CYR"/>
          <w:bCs/>
          <w:sz w:val="24"/>
          <w:szCs w:val="24"/>
        </w:rPr>
        <w:t>министрация по каналам межведомственного взаимодействия запрашивает:</w:t>
      </w:r>
    </w:p>
    <w:p w:rsidR="00271099" w:rsidRPr="00471459" w:rsidRDefault="00271099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кадастровую выписку о земельном участке (выписка из ГЗК формы с 1 по 6 с описанием п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>воротных точек) в Филиале Федерального государственного бюджетного учреждения «Ф</w:t>
      </w:r>
      <w:r w:rsidRPr="00471459">
        <w:rPr>
          <w:rFonts w:cs="Times New Roman CYR"/>
          <w:bCs/>
          <w:sz w:val="24"/>
          <w:szCs w:val="24"/>
        </w:rPr>
        <w:t>е</w:t>
      </w:r>
      <w:r w:rsidRPr="00471459">
        <w:rPr>
          <w:rFonts w:cs="Times New Roman CYR"/>
          <w:bCs/>
          <w:sz w:val="24"/>
          <w:szCs w:val="24"/>
        </w:rPr>
        <w:t>деральная кадастровая палата федеральной службы государственной регистрации, кадастра и картографии по Новгородской области» (</w:t>
      </w:r>
      <w:r w:rsidRPr="00471459">
        <w:rPr>
          <w:sz w:val="24"/>
          <w:szCs w:val="24"/>
        </w:rPr>
        <w:t>далее ФГБУ «ФКП Росреестра</w:t>
      </w:r>
      <w:r w:rsidRPr="00471459">
        <w:rPr>
          <w:rFonts w:cs="Times New Roman CYR"/>
          <w:bCs/>
          <w:sz w:val="24"/>
          <w:szCs w:val="24"/>
        </w:rPr>
        <w:t>» по Новгородской области)  ;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 CYR"/>
          <w:bCs/>
          <w:sz w:val="24"/>
          <w:szCs w:val="24"/>
        </w:rPr>
      </w:pP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кадастровый паспорт на </w:t>
      </w:r>
      <w:r w:rsidRPr="00471459">
        <w:rPr>
          <w:rFonts w:ascii="Times New Roman" w:hAnsi="Times New Roman"/>
          <w:sz w:val="24"/>
          <w:szCs w:val="24"/>
        </w:rPr>
        <w:t>объекты капитального строительства (здания, сооружения, объекты незавершенного строительства, объекты культурного наследия), расположенные в границах земельного участка,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в</w:t>
      </w:r>
      <w:r w:rsidRPr="004714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1459">
        <w:rPr>
          <w:rFonts w:ascii="Times New Roman" w:hAnsi="Times New Roman"/>
          <w:bCs/>
          <w:sz w:val="24"/>
          <w:szCs w:val="24"/>
        </w:rPr>
        <w:t xml:space="preserve">ГОУП «Ростехинвентаризация – Федеральное БТИ»Окуловский производственный участок  Валдайское  отделение 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выписку из ЕГРЮЛ в электронной форме на официальном сайте Федеральной нал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говой службы Российской Федерации в сети Интернет;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выписку из ЕГРИП в электронной форме на официальном сайте Федеральной налог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вой службы Российской Федерации в сети.</w:t>
      </w:r>
    </w:p>
    <w:p w:rsidR="00271099" w:rsidRPr="00471459" w:rsidRDefault="00271099" w:rsidP="00EA039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2.7.3. Непредставление заявителем указанных в пункте 2.7.1 настоящего Административного регламента документов не является основанием для отказа заявителю в предоставлении муниципальной услуги. 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bCs/>
          <w:sz w:val="24"/>
          <w:szCs w:val="24"/>
          <w:lang w:eastAsia="zh-CN"/>
        </w:rPr>
      </w:pP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b/>
          <w:bCs/>
          <w:sz w:val="24"/>
          <w:szCs w:val="24"/>
          <w:lang w:eastAsia="zh-CN"/>
        </w:rPr>
      </w:pPr>
      <w:r w:rsidRPr="00471459">
        <w:rPr>
          <w:b/>
          <w:bCs/>
          <w:sz w:val="24"/>
          <w:szCs w:val="24"/>
          <w:lang w:eastAsia="zh-CN"/>
        </w:rPr>
        <w:t xml:space="preserve">2.8. Указание на запрет требовать от заявителя 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2.8.1. Запрещено требовать от заявителя: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 или осуществления действий, представл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ние или осуществление которых не предусмотрено нормативными правовыми актами, рег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 xml:space="preserve">лирующими отношения, возникающие в связи с предоставлением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услуги;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информации, которые находятся в распоряжении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нов, предоставляющих муниципальную услугу, иных государственных органов, органов м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2.9. Исчерпывающий перечень оснований для отказа в приеме документов, нео</w:t>
      </w:r>
      <w:r w:rsidRPr="00471459">
        <w:rPr>
          <w:b/>
          <w:sz w:val="24"/>
          <w:szCs w:val="24"/>
        </w:rPr>
        <w:t>б</w:t>
      </w:r>
      <w:r w:rsidRPr="00471459">
        <w:rPr>
          <w:b/>
          <w:sz w:val="24"/>
          <w:szCs w:val="24"/>
        </w:rPr>
        <w:t>ходимых для предоставления муниципальной услуги</w:t>
      </w:r>
    </w:p>
    <w:p w:rsidR="00271099" w:rsidRPr="00471459" w:rsidRDefault="00271099" w:rsidP="00EA039F">
      <w:pPr>
        <w:pStyle w:val="NoSpacing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Основания для отказа в приеме документов отсутствуют.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ascii="Times New Roman" w:hAnsi="Times New Roman"/>
          <w:bCs/>
          <w:sz w:val="24"/>
          <w:szCs w:val="24"/>
        </w:rPr>
        <w:t>2.10.1. Основания для приостановления предоставления муниципальной услуги отсу</w:t>
      </w:r>
      <w:r w:rsidRPr="00471459">
        <w:rPr>
          <w:rFonts w:ascii="Times New Roman" w:hAnsi="Times New Roman"/>
          <w:bCs/>
          <w:sz w:val="24"/>
          <w:szCs w:val="24"/>
        </w:rPr>
        <w:t>т</w:t>
      </w:r>
      <w:r w:rsidRPr="00471459">
        <w:rPr>
          <w:rFonts w:ascii="Times New Roman" w:hAnsi="Times New Roman"/>
          <w:bCs/>
          <w:sz w:val="24"/>
          <w:szCs w:val="24"/>
        </w:rPr>
        <w:t>ствуют.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2.10.2. Основаниями для отказа в предоставлении муниципальной услуги являются:</w:t>
      </w:r>
    </w:p>
    <w:p w:rsidR="00271099" w:rsidRPr="00471459" w:rsidRDefault="00271099" w:rsidP="00EA039F">
      <w:pPr>
        <w:spacing w:line="340" w:lineRule="atLeast"/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непредставление документов, указанных в подпункте 2.6.1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2) документы, представленные заявителем, не соответствуют требованиям подпункта 2.6.1 настоящего Административного регламента и действующему законодательству;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3) поступление ответа на межведомственный запрос, свидетельствующего об отсутс</w:t>
      </w:r>
      <w:r w:rsidRPr="00471459">
        <w:rPr>
          <w:color w:val="000000"/>
          <w:sz w:val="24"/>
          <w:szCs w:val="24"/>
        </w:rPr>
        <w:t>т</w:t>
      </w:r>
      <w:r w:rsidRPr="00471459">
        <w:rPr>
          <w:color w:val="000000"/>
          <w:sz w:val="24"/>
          <w:szCs w:val="24"/>
        </w:rPr>
        <w:t>вии документа (информации), необходимого для заполнения формы градостроительного плана земельного участка.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2.10.3. Граждане имеют право повторно обратиться в </w:t>
      </w:r>
      <w:r w:rsidRPr="00471459">
        <w:rPr>
          <w:rFonts w:cs="Times New Roman CYR"/>
          <w:bCs/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471459">
        <w:rPr>
          <w:b/>
          <w:sz w:val="24"/>
          <w:szCs w:val="24"/>
        </w:rPr>
        <w:t>н</w:t>
      </w:r>
      <w:r w:rsidRPr="00471459">
        <w:rPr>
          <w:b/>
          <w:sz w:val="24"/>
          <w:szCs w:val="24"/>
        </w:rPr>
        <w:t>тах), выдаваемом (выдаваемых) организациями, участвующими в предоставлении м</w:t>
      </w:r>
      <w:r w:rsidRPr="00471459">
        <w:rPr>
          <w:b/>
          <w:sz w:val="24"/>
          <w:szCs w:val="24"/>
        </w:rPr>
        <w:t>у</w:t>
      </w:r>
      <w:r w:rsidRPr="00471459">
        <w:rPr>
          <w:b/>
          <w:sz w:val="24"/>
          <w:szCs w:val="24"/>
        </w:rPr>
        <w:t>ниципальной услуги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имеется.</w:t>
      </w:r>
    </w:p>
    <w:p w:rsidR="00271099" w:rsidRPr="00471459" w:rsidRDefault="00271099" w:rsidP="00EA039F">
      <w:pPr>
        <w:keepNext/>
        <w:tabs>
          <w:tab w:val="num" w:pos="0"/>
        </w:tabs>
        <w:spacing w:before="120"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2.12. Размер платы, взимаемой с заявителя при предоставлении муниципальной услуги, и способы ее взимания</w:t>
      </w:r>
    </w:p>
    <w:p w:rsidR="00271099" w:rsidRPr="00471459" w:rsidRDefault="00271099" w:rsidP="00EA039F">
      <w:pPr>
        <w:pStyle w:val="NoSpacing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Муниципальная услуга предоставляется бесплатно.</w:t>
      </w:r>
    </w:p>
    <w:p w:rsidR="00271099" w:rsidRPr="00471459" w:rsidRDefault="00271099" w:rsidP="00EA039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rFonts w:cs="Times New Roman CYR"/>
          <w:b/>
          <w:bCs/>
          <w:sz w:val="24"/>
          <w:szCs w:val="24"/>
        </w:rPr>
        <w:t xml:space="preserve">2.13. </w:t>
      </w:r>
      <w:r w:rsidRPr="00471459">
        <w:rPr>
          <w:b/>
          <w:sz w:val="24"/>
          <w:szCs w:val="24"/>
        </w:rPr>
        <w:t>Максимальный срок ожидания в очереди при подаче запроса о предоста</w:t>
      </w:r>
      <w:r w:rsidRPr="00471459">
        <w:rPr>
          <w:b/>
          <w:sz w:val="24"/>
          <w:szCs w:val="24"/>
        </w:rPr>
        <w:t>в</w:t>
      </w:r>
      <w:r w:rsidRPr="00471459">
        <w:rPr>
          <w:b/>
          <w:sz w:val="24"/>
          <w:szCs w:val="24"/>
        </w:rPr>
        <w:t>лении муниципальной услуги и при получении результата предоставленной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271099" w:rsidRPr="00471459" w:rsidRDefault="00271099" w:rsidP="00EA039F">
      <w:pPr>
        <w:pStyle w:val="fn2r"/>
        <w:spacing w:before="0" w:beforeAutospacing="0" w:after="0" w:afterAutospacing="0" w:line="340" w:lineRule="atLeast"/>
        <w:ind w:firstLine="720"/>
        <w:jc w:val="both"/>
      </w:pPr>
      <w:r w:rsidRPr="00471459">
        <w:rPr>
          <w:rFonts w:cs="Times New Roman CYR"/>
          <w:bCs/>
        </w:rPr>
        <w:t xml:space="preserve">2.13.1. Максимальный срок ожидания в очереди при подаче запроса о предоставлении муниципальной услуги и </w:t>
      </w:r>
      <w:r w:rsidRPr="00471459">
        <w:t>при получении результата предоставления муниципальной услуги составляет не более</w:t>
      </w:r>
      <w:r w:rsidRPr="00471459">
        <w:rPr>
          <w:rFonts w:cs="Times New Roman CYR"/>
          <w:bCs/>
        </w:rPr>
        <w:t xml:space="preserve"> </w:t>
      </w:r>
      <w:r w:rsidRPr="00471459">
        <w:t>15 (пятнадцати) минут.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1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2.13.2.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</w:t>
      </w:r>
      <w:r w:rsidRPr="00471459">
        <w:rPr>
          <w:rFonts w:cs="Times New Roman CYR"/>
          <w:bCs/>
          <w:sz w:val="24"/>
          <w:szCs w:val="24"/>
        </w:rPr>
        <w:t>с</w:t>
      </w:r>
      <w:r w:rsidRPr="00471459">
        <w:rPr>
          <w:rFonts w:cs="Times New Roman CYR"/>
          <w:bCs/>
          <w:sz w:val="24"/>
          <w:szCs w:val="24"/>
        </w:rPr>
        <w:t>луги, и при получении результата предоставления таких услуг устанавливается регламентом работы организаций, указанных в настоящем Административном регламенте.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bCs/>
          <w:color w:val="000000"/>
          <w:sz w:val="24"/>
          <w:szCs w:val="24"/>
        </w:rPr>
        <w:t>2.14</w:t>
      </w:r>
      <w:r w:rsidRPr="00471459">
        <w:rPr>
          <w:rFonts w:cs="Times New Roman CYR"/>
          <w:b/>
          <w:bCs/>
          <w:sz w:val="24"/>
          <w:szCs w:val="24"/>
        </w:rPr>
        <w:t xml:space="preserve">. </w:t>
      </w:r>
      <w:r w:rsidRPr="00471459">
        <w:rPr>
          <w:b/>
          <w:sz w:val="24"/>
          <w:szCs w:val="24"/>
        </w:rPr>
        <w:t>Срок и порядок регистрации запроса заявителя о предоставлении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>2.14.1. Заявление о предоставлении муниципальной услуги регистрируется Админ</w:t>
      </w:r>
      <w:r w:rsidRPr="00471459">
        <w:rPr>
          <w:bCs/>
          <w:sz w:val="24"/>
          <w:szCs w:val="24"/>
        </w:rPr>
        <w:t>и</w:t>
      </w:r>
      <w:r w:rsidRPr="00471459">
        <w:rPr>
          <w:bCs/>
          <w:sz w:val="24"/>
          <w:szCs w:val="24"/>
        </w:rPr>
        <w:t>страцией в день обращения заявителя за предоставлением муниципальной услуги. В случае представления заявителем документов, указанных в пункте 2.6 настоящего Администрати</w:t>
      </w:r>
      <w:r w:rsidRPr="00471459">
        <w:rPr>
          <w:bCs/>
          <w:sz w:val="24"/>
          <w:szCs w:val="24"/>
        </w:rPr>
        <w:t>в</w:t>
      </w:r>
      <w:r w:rsidRPr="00471459">
        <w:rPr>
          <w:bCs/>
          <w:sz w:val="24"/>
          <w:szCs w:val="24"/>
        </w:rPr>
        <w:t>ного регламента, через МФЦ, заявление регистрируется в день передачи МФЦ таких док</w:t>
      </w:r>
      <w:r w:rsidRPr="00471459">
        <w:rPr>
          <w:bCs/>
          <w:sz w:val="24"/>
          <w:szCs w:val="24"/>
        </w:rPr>
        <w:t>у</w:t>
      </w:r>
      <w:r w:rsidRPr="00471459">
        <w:rPr>
          <w:bCs/>
          <w:sz w:val="24"/>
          <w:szCs w:val="24"/>
        </w:rPr>
        <w:t>ментов в Администрацию.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2.14.2. Регистрация принятых документов производится специалистом 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ции  в базе документооборота. На заявлении проставляется отметка с указанием даты приема и входящего регистрационного номера.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2.14.3.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гиональной государственной информационной 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 w:cs="Times New Roman CYR"/>
          <w:b/>
          <w:bCs/>
          <w:sz w:val="24"/>
          <w:szCs w:val="24"/>
        </w:rPr>
        <w:t xml:space="preserve">2.15. </w:t>
      </w:r>
      <w:r w:rsidRPr="00471459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</w:t>
      </w:r>
      <w:r w:rsidRPr="00471459">
        <w:rPr>
          <w:rFonts w:ascii="Times New Roman" w:hAnsi="Times New Roman"/>
          <w:b/>
          <w:sz w:val="24"/>
          <w:szCs w:val="24"/>
        </w:rPr>
        <w:t>с</w:t>
      </w:r>
      <w:r w:rsidRPr="00471459">
        <w:rPr>
          <w:rFonts w:ascii="Times New Roman" w:hAnsi="Times New Roman"/>
          <w:b/>
          <w:sz w:val="24"/>
          <w:szCs w:val="24"/>
        </w:rPr>
        <w:t>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 xml:space="preserve">2.15.1. Рабочие кабинеты Администрации должны соответствовать </w:t>
      </w:r>
      <w:r w:rsidRPr="00471459">
        <w:rPr>
          <w:sz w:val="24"/>
          <w:szCs w:val="24"/>
        </w:rPr>
        <w:t>санитарно-эпидемиологическим правилам и нормативам. Помещения должны быть оборудованы пр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тивопожарной системой и средствами пожаротушения, средствами оповещения о возникн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вении чрезвычайной ситуации, системой охраны.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>2.15.3. Требования к размещению мест ожидания: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2.15.4. Ожидание приема заявителями осуществляется в здании </w:t>
      </w:r>
      <w:r w:rsidRPr="00471459">
        <w:rPr>
          <w:rStyle w:val="Strong"/>
          <w:b w:val="0"/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 в специально  выделенных  для этих целей помещениях или в приемной руководителей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2.15.5. Места ожидания и предоставления муниципальной услуги оборудуются:  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средствами пожаротушения;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специальными напольными и (или) настенными вешалками  для верхней одежды;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стульями, кресельными секциями для отдыха посетителей,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столами (стойками) для оформления документов, которые обеспечиваются бумагой, ручками.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2.15.6. Прием заявителей руководителями и уполномоченными лицами  </w:t>
      </w:r>
      <w:r w:rsidRPr="00471459">
        <w:rPr>
          <w:rStyle w:val="Strong"/>
          <w:b w:val="0"/>
          <w:sz w:val="24"/>
          <w:szCs w:val="24"/>
        </w:rPr>
        <w:t>Администр</w:t>
      </w:r>
      <w:r w:rsidRPr="00471459">
        <w:rPr>
          <w:rStyle w:val="Strong"/>
          <w:b w:val="0"/>
          <w:sz w:val="24"/>
          <w:szCs w:val="24"/>
        </w:rPr>
        <w:t>а</w:t>
      </w:r>
      <w:r w:rsidRPr="00471459">
        <w:rPr>
          <w:rStyle w:val="Strong"/>
          <w:b w:val="0"/>
          <w:sz w:val="24"/>
          <w:szCs w:val="24"/>
        </w:rPr>
        <w:t xml:space="preserve">ции </w:t>
      </w:r>
      <w:r w:rsidRPr="00471459">
        <w:rPr>
          <w:sz w:val="24"/>
          <w:szCs w:val="24"/>
        </w:rPr>
        <w:t xml:space="preserve"> осуществляется в рабочих кабинетах руководителей и уполномоченных  лиц.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Помещение оснащаются табличками с указанием фамилии, имени, отчества  и дол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  лица,  осуществляющего прием.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2.15.7. Место для приема заявителя должно быть оснащено  стулом, иметь место для письма и раскладки документов.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2.15.8. В целях обеспечения конфиденциальности сведений о заявителе, одним дол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 xml:space="preserve">ностным лицом одновременно ведется прием только одного заявителя. 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2.15.9.  Требования к местам исполнения муниципальной услуги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В здании, в котором исполняется муниципальная функция, создаются условия для прохода инвалидов и маломобильных групп населения. Инвалидам в целях обеспечения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ние оборудуется пандусом.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Помещения, в которых исполняется муниципальная функция, должны иметь расширенные проходы, позволяющие обеспечить беспрепятственный доступ инвалидов, включая инвал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дов, использующих кресла-коляски.</w:t>
      </w:r>
      <w:r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сопровождению.</w:t>
      </w:r>
    </w:p>
    <w:p w:rsidR="00271099" w:rsidRPr="00471459" w:rsidRDefault="00271099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 стоянке должны быть предусмотрены места для парковки специальных транспор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ных средств инвалидов. За пользование парковочным местом плата не взимается.</w:t>
      </w:r>
    </w:p>
    <w:p w:rsidR="00271099" w:rsidRPr="00471459" w:rsidRDefault="00271099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2.16.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стного самоуправления, предоставляющего муниципальную услугу, при предоставл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нии муниципальной услуги и их продолжительность, возможность получения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271099" w:rsidRPr="00471459" w:rsidRDefault="00271099" w:rsidP="008E34D5">
      <w:pPr>
        <w:pStyle w:val="BodyText2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bCs/>
          <w:szCs w:val="24"/>
        </w:rPr>
        <w:t xml:space="preserve">2.16.1. Показателем качества и доступности муниципальной услуги </w:t>
      </w:r>
      <w:r w:rsidRPr="00471459">
        <w:rPr>
          <w:rFonts w:ascii="Times New Roman" w:hAnsi="Times New Roman"/>
          <w:b/>
          <w:bCs/>
          <w:szCs w:val="24"/>
        </w:rPr>
        <w:t xml:space="preserve"> </w:t>
      </w:r>
      <w:r w:rsidRPr="00471459">
        <w:rPr>
          <w:rFonts w:ascii="Times New Roman" w:hAnsi="Times New Roman"/>
          <w:bCs/>
          <w:szCs w:val="24"/>
        </w:rPr>
        <w:t xml:space="preserve">является </w:t>
      </w:r>
      <w:r w:rsidRPr="00471459">
        <w:rPr>
          <w:rFonts w:ascii="Times New Roman" w:hAnsi="Times New Roman"/>
          <w:szCs w:val="24"/>
        </w:rPr>
        <w:t>сов</w:t>
      </w:r>
      <w:r w:rsidRPr="00471459">
        <w:rPr>
          <w:rFonts w:ascii="Times New Roman" w:hAnsi="Times New Roman"/>
          <w:szCs w:val="24"/>
        </w:rPr>
        <w:t>о</w:t>
      </w:r>
      <w:r w:rsidRPr="00471459">
        <w:rPr>
          <w:rFonts w:ascii="Times New Roman" w:hAnsi="Times New Roman"/>
          <w:szCs w:val="24"/>
        </w:rPr>
        <w:t>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bCs/>
          <w:sz w:val="24"/>
          <w:szCs w:val="24"/>
        </w:rPr>
        <w:t>2.16.2. Показателем</w:t>
      </w:r>
      <w:r w:rsidRPr="00471459">
        <w:rPr>
          <w:rFonts w:ascii="Times New Roman" w:hAnsi="Times New Roman"/>
          <w:sz w:val="24"/>
          <w:szCs w:val="24"/>
        </w:rPr>
        <w:t xml:space="preserve"> </w:t>
      </w:r>
      <w:r w:rsidRPr="00471459">
        <w:rPr>
          <w:rFonts w:ascii="Times New Roman" w:hAnsi="Times New Roman"/>
          <w:bCs/>
          <w:sz w:val="24"/>
          <w:szCs w:val="24"/>
        </w:rPr>
        <w:t>доступности</w:t>
      </w:r>
      <w:r w:rsidRPr="00471459">
        <w:rPr>
          <w:rFonts w:ascii="Times New Roman" w:hAnsi="Times New Roman"/>
          <w:sz w:val="24"/>
          <w:szCs w:val="24"/>
        </w:rPr>
        <w:t xml:space="preserve"> является информационная открытость порядка и правил предоставления муниципальной услуги: 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административного регламента предоставления муниципальной услуги;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информации об оказании муниципальной услуги в средствах массовой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формации, общедоступных местах, на стендах в Администрации Угловского городского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селения. 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2.16.3. Показателями качества предоставления муниципальной услуги являются:  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степень удовлетворенности граждан качеством и доступностью муниципальной усл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ги;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соответствие предоставляемой муниципальной услуги требованиям настоящего А</w:t>
      </w:r>
      <w:r w:rsidRPr="00471459">
        <w:rPr>
          <w:rFonts w:ascii="Times New Roman" w:hAnsi="Times New Roman"/>
          <w:sz w:val="24"/>
          <w:szCs w:val="24"/>
        </w:rPr>
        <w:t>д</w:t>
      </w:r>
      <w:r w:rsidRPr="00471459">
        <w:rPr>
          <w:rFonts w:ascii="Times New Roman" w:hAnsi="Times New Roman"/>
          <w:sz w:val="24"/>
          <w:szCs w:val="24"/>
        </w:rPr>
        <w:t>министративного регламента;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услуги;</w:t>
      </w:r>
    </w:p>
    <w:p w:rsidR="00271099" w:rsidRPr="00471459" w:rsidRDefault="00271099" w:rsidP="008E34D5">
      <w:pPr>
        <w:pStyle w:val="BodyText2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szCs w:val="24"/>
        </w:rPr>
        <w:t>количество обоснованных жалоб;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регистрация, учет и анализ жалоб и обращении в Администрации Угловского горо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ского поселения.</w:t>
      </w:r>
    </w:p>
    <w:p w:rsidR="00271099" w:rsidRPr="00471459" w:rsidRDefault="00271099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>венных и муниципальных услуг и особенности предоставления муниципальной услуги в электронной форме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 при наличии технической возможности.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2.17.2. Прием документов на предоставление муниципальной услуги и выдача резул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тата муниципальной услуги может осуществляться в МФЦ  на основании заключенного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глашения о взаимодействии между Администрацией и государственным областным авт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номным учреждением «Многофункциональный центр предоставления государственных и муниципальных услуг».</w:t>
      </w:r>
    </w:p>
    <w:p w:rsidR="00271099" w:rsidRPr="00471459" w:rsidRDefault="00271099" w:rsidP="008E34D5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iCs/>
          <w:sz w:val="24"/>
          <w:szCs w:val="24"/>
        </w:rPr>
      </w:pPr>
      <w:r w:rsidRPr="00471459">
        <w:rPr>
          <w:sz w:val="24"/>
          <w:szCs w:val="24"/>
        </w:rPr>
        <w:t>2</w:t>
      </w:r>
      <w:r w:rsidRPr="00471459">
        <w:rPr>
          <w:iCs/>
          <w:sz w:val="24"/>
          <w:szCs w:val="24"/>
        </w:rPr>
        <w:t>.17.3. Перечень классов средств электронной подписи, которые допускаются к и</w:t>
      </w:r>
      <w:r w:rsidRPr="00471459">
        <w:rPr>
          <w:iCs/>
          <w:sz w:val="24"/>
          <w:szCs w:val="24"/>
        </w:rPr>
        <w:t>с</w:t>
      </w:r>
      <w:r w:rsidRPr="00471459">
        <w:rPr>
          <w:iCs/>
          <w:sz w:val="24"/>
          <w:szCs w:val="24"/>
        </w:rPr>
        <w:t xml:space="preserve">пользованию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iCs/>
          <w:sz w:val="24"/>
          <w:szCs w:val="24"/>
        </w:rPr>
        <w:t>ной услуги, оказываемой с прим</w:t>
      </w:r>
      <w:r w:rsidRPr="00471459">
        <w:rPr>
          <w:iCs/>
          <w:sz w:val="24"/>
          <w:szCs w:val="24"/>
        </w:rPr>
        <w:t>е</w:t>
      </w:r>
      <w:r w:rsidRPr="00471459">
        <w:rPr>
          <w:iCs/>
          <w:sz w:val="24"/>
          <w:szCs w:val="24"/>
        </w:rPr>
        <w:t>нением усиленной квалифицированной электронной подписи.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Перечень классов средств электронной подписи, которые допускаются к использов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 и (или) предоставления такой услуги при наличии технической возможности.</w:t>
      </w:r>
    </w:p>
    <w:p w:rsidR="00271099" w:rsidRPr="00471459" w:rsidRDefault="00271099" w:rsidP="008E34D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  <w:lang w:val="en-US"/>
        </w:rPr>
        <w:t>III</w:t>
      </w:r>
      <w:r w:rsidRPr="00471459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ДУР В ЭЛЕКТРОННОЙ ФОРМЕ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3.1. Исчерпывающий перечень административных процедур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Организация предоставления муниципальной услуги</w:t>
      </w:r>
      <w:r w:rsidRPr="00471459">
        <w:rPr>
          <w:color w:val="000000"/>
          <w:sz w:val="24"/>
          <w:szCs w:val="24"/>
        </w:rPr>
        <w:t xml:space="preserve"> </w:t>
      </w:r>
      <w:r w:rsidRPr="00471459">
        <w:rPr>
          <w:sz w:val="24"/>
          <w:szCs w:val="24"/>
        </w:rPr>
        <w:t>включает в себя следующие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министративные процедуры: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 xml:space="preserve">1) прием заявления от </w:t>
      </w:r>
      <w:r w:rsidRPr="00471459">
        <w:rPr>
          <w:color w:val="000000"/>
          <w:sz w:val="24"/>
          <w:szCs w:val="24"/>
        </w:rPr>
        <w:t>заявителя в Администрации;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2) рассмотрение заявления в Администрации;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 xml:space="preserve">формирование и направление межведомственных запросов;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4) изготовление топографической основы земельного участка (в случае, если такой документ не представлен заявителем по собственной инициативе);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>подготовка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постановления об отказе в предоставлении муниципальной услуги.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>П</w:t>
      </w:r>
      <w:r w:rsidRPr="00471459">
        <w:rPr>
          <w:sz w:val="24"/>
          <w:szCs w:val="24"/>
        </w:rPr>
        <w:t>оследовательность предоставления муниципальной услуги отражена в блок-схеме, представленной в Приложении № 2 к настоящему Административному регламенту.</w:t>
      </w:r>
    </w:p>
    <w:p w:rsidR="00271099" w:rsidRPr="00471459" w:rsidRDefault="00271099" w:rsidP="003132A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3.2. Административная процедура – прием заявления от заявителя в Админис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рации 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  <w:lang w:eastAsia="ar-SA"/>
        </w:rPr>
        <w:t xml:space="preserve">3.2.1. Основанием для начала административной процедуры по приему заявления (Приложение № 1 к настоящему Административному регламенту) является поступление </w:t>
      </w:r>
      <w:r w:rsidRPr="00471459">
        <w:rPr>
          <w:sz w:val="24"/>
          <w:szCs w:val="24"/>
        </w:rPr>
        <w:t>в Администрацию  заявления и документов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области», либо через МФЦ от заявителя.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3.2.2. </w:t>
      </w:r>
      <w:r w:rsidRPr="00471459">
        <w:rPr>
          <w:sz w:val="24"/>
          <w:szCs w:val="24"/>
        </w:rPr>
        <w:t>Заявление для предоставления муниципальной услуги подается на имя Главы Угловского городского поселения</w:t>
      </w:r>
      <w:r w:rsidRPr="00471459">
        <w:rPr>
          <w:sz w:val="24"/>
          <w:szCs w:val="24"/>
          <w:lang w:eastAsia="ar-SA"/>
        </w:rPr>
        <w:t>.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3.2.3. Результат административной процедуры – регистрация заявления в базе документооборота.</w:t>
      </w:r>
    </w:p>
    <w:p w:rsidR="00271099" w:rsidRPr="00471459" w:rsidRDefault="00271099" w:rsidP="003132AF">
      <w:pPr>
        <w:suppressAutoHyphens/>
        <w:spacing w:line="340" w:lineRule="atLeast"/>
        <w:ind w:firstLine="851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3.2.4. Время выполнения административной процедуры по приему заявления не должно превышать 15 (пятнадцати) минут.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3.3.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р</w:t>
      </w:r>
      <w:r w:rsidRPr="00471459">
        <w:rPr>
          <w:b/>
          <w:sz w:val="24"/>
          <w:szCs w:val="24"/>
        </w:rPr>
        <w:t>ассмотрение заявления в Администрации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3.3.1. </w:t>
      </w:r>
      <w:r w:rsidRPr="00471459">
        <w:rPr>
          <w:rFonts w:cs="Times New Roman CYR"/>
          <w:sz w:val="24"/>
          <w:szCs w:val="24"/>
        </w:rPr>
        <w:t xml:space="preserve">Основанием для начала административной процедуры по </w:t>
      </w:r>
      <w:r w:rsidRPr="00471459">
        <w:rPr>
          <w:sz w:val="24"/>
          <w:szCs w:val="24"/>
        </w:rPr>
        <w:t>рассмотрению заявл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в Администрации является регистрация заявления в базе документооборота.</w:t>
      </w:r>
    </w:p>
    <w:p w:rsidR="00271099" w:rsidRPr="00471459" w:rsidRDefault="00271099" w:rsidP="00B628DD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3.3.2. </w:t>
      </w:r>
      <w:r w:rsidRPr="00471459">
        <w:rPr>
          <w:color w:val="000000"/>
          <w:sz w:val="24"/>
          <w:szCs w:val="24"/>
        </w:rPr>
        <w:t>Глава Угловского городского поселения</w:t>
      </w:r>
      <w:r w:rsidRPr="00471459">
        <w:rPr>
          <w:sz w:val="24"/>
          <w:szCs w:val="24"/>
        </w:rPr>
        <w:t xml:space="preserve"> в течение 2 (двух) рабочих дней со дня регистрации заявления рассматривает его и направляет специалисту Администрации, отве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ственному за исполнение по данному обращению.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3.3.4. Специалист , ответственный за предоставление муниципальной услуги: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соответствия их установленным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нодательством и настоящим Административным регламентом требованиям, а именно: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правильность заполнения заявления;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 соответствие документов, указанных в пункте 2.6.2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соответствие документов, подтверждающих полномочия (права) представителя заяв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теля требованиям действующего законодательства;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2) проверяет соответствие представленных документов следующим требованиям: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тексты документов написаны разборчиво;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фамилия, имя и отчество соответствуют паспортным данным;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исполнены карандашом;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имеют серьезных повреждений, наличие которых не позволяет одн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значно истолковать их содержание. 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3.3.5. В случае выявления несоответствия заявления и иных документов перечню,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тановленному в пункте 2.6.2 настоящего Административного регламента, или возникновения сомнений в достоверности представленных данных, заявителю в течение 2 (двух) рабочих дней со дня поступления заявления в Администрацию сообщается по телефону об имеющи</w:t>
      </w:r>
      <w:r w:rsidRPr="00471459">
        <w:rPr>
          <w:sz w:val="24"/>
          <w:szCs w:val="24"/>
        </w:rPr>
        <w:t>х</w:t>
      </w:r>
      <w:r w:rsidRPr="00471459">
        <w:rPr>
          <w:sz w:val="24"/>
          <w:szCs w:val="24"/>
        </w:rPr>
        <w:t>ся недостатках и способах их устранения.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3.3.6. Результат административной процедуры – устранение недостатков, выявленных при проверке представленных документов.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b/>
          <w:bCs/>
          <w:sz w:val="24"/>
          <w:szCs w:val="24"/>
        </w:rPr>
      </w:pPr>
      <w:r w:rsidRPr="00471459">
        <w:rPr>
          <w:sz w:val="24"/>
          <w:szCs w:val="24"/>
        </w:rPr>
        <w:t>3.3.7. Время выполнения административной процедуры 4 (четыре) рабочих дня.</w:t>
      </w:r>
    </w:p>
    <w:p w:rsidR="00271099" w:rsidRPr="00471459" w:rsidRDefault="00271099" w:rsidP="003132AF">
      <w:pPr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3.4.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</w:t>
      </w:r>
      <w:r w:rsidRPr="00471459">
        <w:rPr>
          <w:b/>
          <w:sz w:val="24"/>
          <w:szCs w:val="24"/>
        </w:rPr>
        <w:t>формирование и направление межведомс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венных запросов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>3.4.1. Основанием для начала административной процедуры по формированию и н</w:t>
      </w:r>
      <w:r w:rsidRPr="00471459">
        <w:rPr>
          <w:rFonts w:cs="Times New Roman CYR"/>
          <w:sz w:val="24"/>
          <w:szCs w:val="24"/>
        </w:rPr>
        <w:t>а</w:t>
      </w:r>
      <w:r w:rsidRPr="00471459">
        <w:rPr>
          <w:rFonts w:cs="Times New Roman CYR"/>
          <w:sz w:val="24"/>
          <w:szCs w:val="24"/>
        </w:rPr>
        <w:t>правлению межведомственных запросов является непредставление заявителем документов, указанных в пункте 2.7 настоящего Административного регламента.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3.4.2. Документы, указанные в пункте 2.7 настоящего Административного регламе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 xml:space="preserve">та, запрашиваются </w:t>
      </w:r>
      <w:r w:rsidRPr="00471459">
        <w:rPr>
          <w:color w:val="000000"/>
          <w:sz w:val="24"/>
          <w:szCs w:val="24"/>
        </w:rPr>
        <w:t xml:space="preserve">специалистом </w:t>
      </w:r>
      <w:r w:rsidRPr="00471459">
        <w:rPr>
          <w:sz w:val="24"/>
          <w:szCs w:val="24"/>
        </w:rPr>
        <w:t>Администрации</w:t>
      </w:r>
      <w:r w:rsidRPr="00471459">
        <w:rPr>
          <w:rFonts w:cs="Times New Roman CYR"/>
          <w:bCs/>
          <w:sz w:val="24"/>
          <w:szCs w:val="24"/>
        </w:rPr>
        <w:t xml:space="preserve"> по каналам межведомственного взаим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 xml:space="preserve">действия </w:t>
      </w:r>
      <w:r w:rsidRPr="00471459">
        <w:rPr>
          <w:sz w:val="24"/>
          <w:szCs w:val="24"/>
        </w:rPr>
        <w:t xml:space="preserve">в течение 1 (одного) рабочего дня со дня выявления не представления  заявителем  документов,  указанных в пункте 2.7 настоящего Административного регламента.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В </w:t>
      </w:r>
      <w:r w:rsidRPr="00471459">
        <w:rPr>
          <w:sz w:val="24"/>
          <w:szCs w:val="24"/>
        </w:rPr>
        <w:t>течение 5 (пяти) рабочих дней в Администрацию направляются ответы на получе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ные запросы.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3.4.3. Результат административной процедуры – </w:t>
      </w:r>
      <w:r w:rsidRPr="00471459">
        <w:rPr>
          <w:sz w:val="24"/>
          <w:szCs w:val="24"/>
        </w:rPr>
        <w:t>формирование полного пакета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 для предоставления муниципальной услуги.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3.4.4. Время выполнения административной процедуры не должно превышать 6 (шесть) рабочих дней.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>3.5. Административная процедура –</w:t>
      </w:r>
      <w:r w:rsidRPr="00471459">
        <w:rPr>
          <w:rFonts w:cs="Times New Roman CYR"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изготовление топографической основы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мельного участка (в случае, если такой документ не представлен заявителем по собс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венной инициативе)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Основанием для начала административной процедуры по </w:t>
      </w:r>
      <w:r w:rsidRPr="00471459">
        <w:rPr>
          <w:sz w:val="24"/>
          <w:szCs w:val="24"/>
        </w:rPr>
        <w:t>изготовлению топ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графической основы земельного участка является не представление заявителем по собстве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ной инициативе такого документа.</w:t>
      </w:r>
    </w:p>
    <w:p w:rsidR="00271099" w:rsidRPr="00471459" w:rsidRDefault="00271099" w:rsidP="003132AF">
      <w:pPr>
        <w:pStyle w:val="ConsPlusNormal"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3.5.2. Администрация осуществляет мероприятия, необходимые для получения </w:t>
      </w:r>
      <w:r w:rsidRPr="00471459">
        <w:rPr>
          <w:rFonts w:ascii="Times New Roman" w:hAnsi="Times New Roman"/>
          <w:bCs/>
          <w:sz w:val="24"/>
          <w:szCs w:val="24"/>
        </w:rPr>
        <w:t>топ</w:t>
      </w:r>
      <w:r w:rsidRPr="00471459">
        <w:rPr>
          <w:rFonts w:ascii="Times New Roman" w:hAnsi="Times New Roman"/>
          <w:bCs/>
          <w:sz w:val="24"/>
          <w:szCs w:val="24"/>
        </w:rPr>
        <w:t>о</w:t>
      </w:r>
      <w:r w:rsidRPr="00471459">
        <w:rPr>
          <w:rFonts w:ascii="Times New Roman" w:hAnsi="Times New Roman"/>
          <w:bCs/>
          <w:sz w:val="24"/>
          <w:szCs w:val="24"/>
        </w:rPr>
        <w:t xml:space="preserve">графической основы земельного участка с нанесением сетей инженерных коммуникаций, указанием смежных участков и расположенных на них строений в М 1:500, 1:1000, 1:2000, в </w:t>
      </w:r>
      <w:r w:rsidRPr="00471459">
        <w:rPr>
          <w:rFonts w:ascii="Times New Roman" w:hAnsi="Times New Roman"/>
          <w:sz w:val="24"/>
          <w:szCs w:val="24"/>
        </w:rPr>
        <w:t xml:space="preserve"> МСК-53 </w:t>
      </w:r>
      <w:r w:rsidRPr="00471459">
        <w:rPr>
          <w:rFonts w:ascii="Times New Roman" w:hAnsi="Times New Roman"/>
          <w:bCs/>
          <w:sz w:val="24"/>
          <w:szCs w:val="24"/>
        </w:rPr>
        <w:t xml:space="preserve"> на бумажном и электронном носителях, </w:t>
      </w:r>
      <w:r w:rsidRPr="00471459">
        <w:rPr>
          <w:rFonts w:ascii="Times New Roman" w:hAnsi="Times New Roman"/>
          <w:sz w:val="24"/>
          <w:szCs w:val="24"/>
        </w:rPr>
        <w:t>в соответствии с требованиями действу</w:t>
      </w:r>
      <w:r w:rsidRPr="00471459">
        <w:rPr>
          <w:rFonts w:ascii="Times New Roman" w:hAnsi="Times New Roman"/>
          <w:sz w:val="24"/>
          <w:szCs w:val="24"/>
        </w:rPr>
        <w:t>ю</w:t>
      </w:r>
      <w:r w:rsidRPr="00471459">
        <w:rPr>
          <w:rFonts w:ascii="Times New Roman" w:hAnsi="Times New Roman"/>
          <w:sz w:val="24"/>
          <w:szCs w:val="24"/>
        </w:rPr>
        <w:t>щего законодательства.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</w:t>
      </w:r>
      <w:r w:rsidRPr="00471459">
        <w:rPr>
          <w:sz w:val="24"/>
          <w:szCs w:val="24"/>
        </w:rPr>
        <w:t>Время выполнения административной процедуры не должно превышать 10 (</w:t>
      </w:r>
      <w:r w:rsidRPr="00471459">
        <w:rPr>
          <w:color w:val="000000"/>
          <w:sz w:val="24"/>
          <w:szCs w:val="24"/>
        </w:rPr>
        <w:t>д</w:t>
      </w:r>
      <w:r w:rsidRPr="00471459">
        <w:rPr>
          <w:color w:val="000000"/>
          <w:sz w:val="24"/>
          <w:szCs w:val="24"/>
        </w:rPr>
        <w:t>е</w:t>
      </w:r>
      <w:r w:rsidRPr="00471459">
        <w:rPr>
          <w:color w:val="000000"/>
          <w:sz w:val="24"/>
          <w:szCs w:val="24"/>
        </w:rPr>
        <w:t>сяти</w:t>
      </w:r>
      <w:r w:rsidRPr="00471459">
        <w:rPr>
          <w:sz w:val="24"/>
          <w:szCs w:val="24"/>
        </w:rPr>
        <w:t xml:space="preserve">) рабочих дней. </w:t>
      </w:r>
    </w:p>
    <w:p w:rsidR="00271099" w:rsidRPr="00471459" w:rsidRDefault="00271099" w:rsidP="003132AF">
      <w:pPr>
        <w:spacing w:before="120" w:line="340" w:lineRule="atLeast"/>
        <w:ind w:firstLine="720"/>
        <w:jc w:val="both"/>
        <w:rPr>
          <w:b/>
          <w:color w:val="000000"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 xml:space="preserve">3.6. Административная процедура – </w:t>
      </w:r>
      <w:r w:rsidRPr="00471459">
        <w:rPr>
          <w:b/>
          <w:sz w:val="24"/>
          <w:szCs w:val="24"/>
        </w:rPr>
        <w:t>подготовка градостроительного плана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 xml:space="preserve">мельного участка, издание </w:t>
      </w:r>
      <w:r w:rsidRPr="00471459">
        <w:rPr>
          <w:b/>
          <w:color w:val="000000"/>
          <w:sz w:val="24"/>
          <w:szCs w:val="24"/>
        </w:rPr>
        <w:t xml:space="preserve">постановления об утверждении градостроительного плана земельного участка либо постановления об отказе в предоставлении муниципальной услуги  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color w:val="000000"/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3.6.1. Основанием для начала административной процедуры по </w:t>
      </w:r>
      <w:r w:rsidRPr="00471459">
        <w:rPr>
          <w:sz w:val="24"/>
          <w:szCs w:val="24"/>
        </w:rPr>
        <w:t>подготовке град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строительного плана земельного участка, изданию </w:t>
      </w:r>
      <w:r w:rsidRPr="00471459">
        <w:rPr>
          <w:color w:val="000000"/>
          <w:sz w:val="24"/>
          <w:szCs w:val="24"/>
        </w:rPr>
        <w:t>постановления  об утверждении град</w:t>
      </w:r>
      <w:r w:rsidRPr="00471459">
        <w:rPr>
          <w:color w:val="000000"/>
          <w:sz w:val="24"/>
          <w:szCs w:val="24"/>
        </w:rPr>
        <w:t>о</w:t>
      </w:r>
      <w:r w:rsidRPr="00471459">
        <w:rPr>
          <w:color w:val="000000"/>
          <w:sz w:val="24"/>
          <w:szCs w:val="24"/>
        </w:rPr>
        <w:t>строительного плана земельного участка либо постановления об отказе в предоставлении муниципальной услуги является формирование полного пакета документов, необходимых для предоставления муниципальной услуги.</w:t>
      </w:r>
    </w:p>
    <w:p w:rsidR="00271099" w:rsidRPr="00471459" w:rsidRDefault="00271099" w:rsidP="003132AF">
      <w:pPr>
        <w:pStyle w:val="NoSpacing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3.6.2. Специалист Администрации готовит градостроительный план земельного уч</w:t>
      </w:r>
      <w:r w:rsidRPr="00471459">
        <w:rPr>
          <w:color w:val="000000"/>
        </w:rPr>
        <w:t>а</w:t>
      </w:r>
      <w:r w:rsidRPr="00471459">
        <w:rPr>
          <w:color w:val="000000"/>
        </w:rPr>
        <w:t>стка и проект постановления об утверждении градостроительного плана земельного участка, которые в соответствии с утвержденным порядком</w:t>
      </w:r>
      <w:r w:rsidRPr="00471459">
        <w:t xml:space="preserve"> вместе с документами передает на согл</w:t>
      </w:r>
      <w:r w:rsidRPr="00471459">
        <w:t>а</w:t>
      </w:r>
      <w:r w:rsidRPr="00471459">
        <w:t>сование Главе Угловского городского поселения</w:t>
      </w:r>
      <w:r w:rsidRPr="00471459">
        <w:rPr>
          <w:color w:val="000000"/>
          <w:spacing w:val="-1"/>
        </w:rPr>
        <w:t xml:space="preserve">. </w:t>
      </w:r>
    </w:p>
    <w:p w:rsidR="00271099" w:rsidRPr="00471459" w:rsidRDefault="00271099" w:rsidP="003132AF">
      <w:pPr>
        <w:pStyle w:val="NoSpacing"/>
        <w:spacing w:line="340" w:lineRule="atLeast"/>
        <w:ind w:firstLine="709"/>
        <w:jc w:val="both"/>
        <w:rPr>
          <w:color w:val="000000"/>
        </w:rPr>
      </w:pPr>
      <w:r w:rsidRPr="00471459">
        <w:rPr>
          <w:color w:val="000000"/>
          <w:spacing w:val="-1"/>
        </w:rPr>
        <w:t xml:space="preserve">3.6.3.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>об утверждении градостроительного плана земельного участка подписывает Глава Угловского городского поселения</w:t>
      </w:r>
      <w:r w:rsidRPr="00471459">
        <w:rPr>
          <w:color w:val="000000"/>
        </w:rPr>
        <w:t>.</w:t>
      </w:r>
    </w:p>
    <w:p w:rsidR="00271099" w:rsidRPr="00471459" w:rsidRDefault="00271099" w:rsidP="003132AF">
      <w:pPr>
        <w:pStyle w:val="NoSpacing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3.6.4. В случае наличия оснований для отказа в выдаче градостроительного плана з</w:t>
      </w:r>
      <w:r w:rsidRPr="00471459">
        <w:rPr>
          <w:color w:val="000000"/>
        </w:rPr>
        <w:t>е</w:t>
      </w:r>
      <w:r w:rsidRPr="00471459">
        <w:rPr>
          <w:color w:val="000000"/>
        </w:rPr>
        <w:t>мельного участка, специалист готовит проект  постановления об отказе в выдаче градостро</w:t>
      </w:r>
      <w:r w:rsidRPr="00471459">
        <w:rPr>
          <w:color w:val="000000"/>
        </w:rPr>
        <w:t>и</w:t>
      </w:r>
      <w:r w:rsidRPr="00471459">
        <w:rPr>
          <w:color w:val="000000"/>
        </w:rPr>
        <w:t>тельного плана земельного участка, который  вместе с документами в соответствии с утве</w:t>
      </w:r>
      <w:r w:rsidRPr="00471459">
        <w:rPr>
          <w:color w:val="000000"/>
        </w:rPr>
        <w:t>р</w:t>
      </w:r>
      <w:r w:rsidRPr="00471459">
        <w:rPr>
          <w:color w:val="000000"/>
        </w:rPr>
        <w:t>жденным порядком передает на согласование Главе</w:t>
      </w:r>
      <w:r w:rsidRPr="00471459">
        <w:rPr>
          <w:color w:val="000000"/>
          <w:spacing w:val="-1"/>
        </w:rPr>
        <w:t xml:space="preserve">. </w:t>
      </w:r>
    </w:p>
    <w:p w:rsidR="00271099" w:rsidRPr="00471459" w:rsidRDefault="00271099" w:rsidP="003132AF">
      <w:pPr>
        <w:pStyle w:val="NoSpacing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  <w:spacing w:val="-1"/>
        </w:rPr>
        <w:t xml:space="preserve">3.6.5.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>об отказе в утверждении градостроительного плана земельного участка подписывает Глава Угловского городского поселения</w:t>
      </w:r>
      <w:r w:rsidRPr="00471459">
        <w:t>.</w:t>
      </w:r>
    </w:p>
    <w:p w:rsidR="00271099" w:rsidRPr="00471459" w:rsidRDefault="00271099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3.6.6. Результат административной процедуры – подготовка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 и издание постановления об утверждении градостроительного плана земельного участка либо издание постановления об отказе в выдаче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участка.</w:t>
      </w:r>
    </w:p>
    <w:p w:rsidR="00271099" w:rsidRPr="00471459" w:rsidRDefault="00271099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3.6.7. Специалист регистрирует утвержденный градостроительный план земельного участка в соответствующем журнале и передает в МФЦ для сообщения заявителю о возмо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 получения градостроительного плана земельного участка.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sz w:val="24"/>
          <w:szCs w:val="24"/>
        </w:rPr>
        <w:t>В случае отказа в предоставлении муниципальной услуги специалист регистрирует подписанный отказ о выдаче  градостроительного плана земельного участка в соответс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вующем журнале и передает в МФЦ для выдачи заявителю.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rFonts w:cs="Times New Roman CYR"/>
          <w:sz w:val="24"/>
          <w:szCs w:val="24"/>
        </w:rPr>
      </w:pPr>
      <w:r w:rsidRPr="00471459">
        <w:rPr>
          <w:sz w:val="24"/>
          <w:szCs w:val="24"/>
        </w:rPr>
        <w:t>3.6.8. Время выполнения административной процедуры не должно превышать 10 (д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сяти) рабочих дней. </w:t>
      </w:r>
    </w:p>
    <w:p w:rsidR="00271099" w:rsidRPr="00471459" w:rsidRDefault="00271099" w:rsidP="003132AF">
      <w:pPr>
        <w:suppressAutoHyphens/>
        <w:spacing w:line="340" w:lineRule="atLeast"/>
        <w:jc w:val="both"/>
        <w:rPr>
          <w:sz w:val="24"/>
          <w:szCs w:val="24"/>
          <w:lang w:eastAsia="ar-SA"/>
        </w:rPr>
      </w:pP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4. Порядок и формы контроля за предоставление </w:t>
      </w:r>
    </w:p>
    <w:p w:rsidR="00271099" w:rsidRPr="00471459" w:rsidRDefault="00271099" w:rsidP="003132AF">
      <w:pPr>
        <w:spacing w:after="120"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    муниципальной услуги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4.1. Порядок осуществления текущего контроля  за соблюдением и исполнением специалистами  Администрации положений регламента и иных нормативных прав</w:t>
      </w:r>
      <w:r w:rsidRPr="00471459">
        <w:rPr>
          <w:b/>
          <w:sz w:val="24"/>
          <w:szCs w:val="24"/>
        </w:rPr>
        <w:t>о</w:t>
      </w:r>
      <w:r w:rsidRPr="00471459">
        <w:rPr>
          <w:b/>
          <w:sz w:val="24"/>
          <w:szCs w:val="24"/>
        </w:rPr>
        <w:t>вых актов, устанавливающих требования к предоставлению муниципальной услуги, а также принятием ими решений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4.1.1. Текущий контроль за соблюдением последовательности действий, определе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ных Административным регламентом по предоставлению муниципальной услуги, и прин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тием решения уполномоченным лицом осуществляется непосредственно Главой  Угловского городского поселения.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Текущий контроль осуществляется в форме проверок соблюдения и исполнения 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циалистом положений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4.2. Контроль за предоставлением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заявителя по вопросам предоставления муниципальной услуги, содержащие жалобы на решения, действия (безде</w:t>
      </w:r>
      <w:r w:rsidRPr="00471459">
        <w:rPr>
          <w:rFonts w:ascii="Times New Roman" w:hAnsi="Times New Roman"/>
          <w:sz w:val="24"/>
          <w:szCs w:val="24"/>
        </w:rPr>
        <w:t>й</w:t>
      </w:r>
      <w:r w:rsidRPr="00471459">
        <w:rPr>
          <w:rFonts w:ascii="Times New Roman" w:hAnsi="Times New Roman"/>
          <w:sz w:val="24"/>
          <w:szCs w:val="24"/>
        </w:rPr>
        <w:t>ствия) должностных лиц.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Периодичность проведения проверок может носить плановый характер (осущест</w:t>
      </w:r>
      <w:r w:rsidRPr="00471459">
        <w:rPr>
          <w:rFonts w:ascii="Times New Roman" w:hAnsi="Times New Roman"/>
          <w:sz w:val="24"/>
          <w:szCs w:val="24"/>
        </w:rPr>
        <w:t>в</w:t>
      </w:r>
      <w:r w:rsidRPr="00471459">
        <w:rPr>
          <w:rFonts w:ascii="Times New Roman" w:hAnsi="Times New Roman"/>
          <w:sz w:val="24"/>
          <w:szCs w:val="24"/>
        </w:rPr>
        <w:t>ляться 1 раз в год) и внеплановый характер (по конкретному обращению заявителя).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По результатам проверки составляется акт и в случае выявления нарушений прав за</w:t>
      </w:r>
      <w:r w:rsidRPr="00471459">
        <w:rPr>
          <w:rFonts w:ascii="Times New Roman" w:hAnsi="Times New Roman"/>
          <w:sz w:val="24"/>
          <w:szCs w:val="24"/>
        </w:rPr>
        <w:t>я</w:t>
      </w:r>
      <w:r w:rsidRPr="00471459">
        <w:rPr>
          <w:rFonts w:ascii="Times New Roman" w:hAnsi="Times New Roman"/>
          <w:sz w:val="24"/>
          <w:szCs w:val="24"/>
        </w:rPr>
        <w:t>вителя осуществляется привлечение лиц, допустивших нарушение, к ответственности в с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ответствии с действующим законодательством.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4.3. Уполномоченное лицо несет ответственность за: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полноту и грамотность проведенного консультирования заявителя;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- соблюдение сроков и порядка приема документов;  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соответствие результатов рассмотрения документов требованиям законодательства Российской Федерации;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соблюдение сроков, порядка предоставления муниципальной услуги, подготовка о</w:t>
      </w:r>
      <w:r w:rsidRPr="00471459">
        <w:rPr>
          <w:rFonts w:ascii="Times New Roman" w:hAnsi="Times New Roman"/>
          <w:sz w:val="24"/>
          <w:szCs w:val="24"/>
        </w:rPr>
        <w:t>т</w:t>
      </w:r>
      <w:r w:rsidRPr="00471459">
        <w:rPr>
          <w:rFonts w:ascii="Times New Roman" w:hAnsi="Times New Roman"/>
          <w:sz w:val="24"/>
          <w:szCs w:val="24"/>
        </w:rPr>
        <w:t>каза в предоставлении услуги;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порядок выдачи документов.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Ответственность уполномоченного лица закрепляется его должностной инструкцией в соответствии с требованиями действующего законодательства.</w:t>
      </w:r>
    </w:p>
    <w:p w:rsidR="00271099" w:rsidRPr="00471459" w:rsidRDefault="00271099" w:rsidP="00693AC6">
      <w:pPr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5. Досудебный (внесудебный) порядок обжалования решений</w:t>
      </w:r>
      <w:r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 действий (безде</w:t>
      </w:r>
      <w:r w:rsidRPr="00471459">
        <w:rPr>
          <w:b/>
          <w:sz w:val="24"/>
          <w:szCs w:val="24"/>
        </w:rPr>
        <w:t>й</w:t>
      </w:r>
      <w:r w:rsidRPr="00471459">
        <w:rPr>
          <w:b/>
          <w:sz w:val="24"/>
          <w:szCs w:val="24"/>
        </w:rPr>
        <w:t>ствия) органа, предоставляющего</w:t>
      </w:r>
      <w:r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муниципальную услугу, его должностных лиц либо</w:t>
      </w:r>
    </w:p>
    <w:p w:rsidR="00271099" w:rsidRPr="00693AC6" w:rsidRDefault="00271099" w:rsidP="00693AC6">
      <w:pPr>
        <w:ind w:firstLine="709"/>
        <w:jc w:val="both"/>
        <w:rPr>
          <w:b/>
          <w:sz w:val="24"/>
          <w:szCs w:val="24"/>
          <w:lang w:val="en-US"/>
        </w:rPr>
      </w:pPr>
      <w:r w:rsidRPr="00471459">
        <w:rPr>
          <w:b/>
          <w:sz w:val="24"/>
          <w:szCs w:val="24"/>
        </w:rPr>
        <w:t>муниципальных служащих</w:t>
      </w:r>
      <w:r>
        <w:rPr>
          <w:b/>
          <w:sz w:val="24"/>
          <w:szCs w:val="24"/>
          <w:lang w:val="en-US"/>
        </w:rPr>
        <w:t xml:space="preserve">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5.1</w:t>
      </w:r>
      <w:r w:rsidRPr="00471459">
        <w:rPr>
          <w:b/>
          <w:sz w:val="24"/>
          <w:szCs w:val="24"/>
        </w:rPr>
        <w:t xml:space="preserve">. </w:t>
      </w:r>
      <w:r w:rsidRPr="00471459">
        <w:rPr>
          <w:sz w:val="24"/>
          <w:szCs w:val="24"/>
        </w:rPr>
        <w:t>Заинтересованные лица  имеют право на обжалование действий (бездействия), решений, принятых (осуществляемых) в ходе предоставления муниципальной услуги в дос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дебном (внесудебном)  или  судебном порядке.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5.2. Основанием для начала процедуры досудебного (внесудебного) обжалования я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ляется поступление жалобы.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Жалоба на действия (бездействие) должностных лиц,  непосредственно предоста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ляющих муниципальную услугу, принятые ими решения при предоставлении муниципал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ной услуги может быть подана  в досудебном (внесудебном) порядке руководителю соотве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ствующего отдела Администрации.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5.3. Жалоба, поданная в письменной форме, должна содержать: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наименование органа местного самоуправления либо фамилию, имя, отчество соо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ветствующего должностного лица, либо должность соответствующего лица, которому адр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сована жалоба;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фамилию,  имя, отчество (последнее - при наличии) лица , подавшего жалобу, по</w:t>
      </w:r>
      <w:r w:rsidRPr="00471459">
        <w:rPr>
          <w:sz w:val="24"/>
          <w:szCs w:val="24"/>
        </w:rPr>
        <w:t>ч</w:t>
      </w:r>
      <w:r w:rsidRPr="00471459">
        <w:rPr>
          <w:sz w:val="24"/>
          <w:szCs w:val="24"/>
        </w:rPr>
        <w:t>товый адрес, по которому должны быть направлены ответ, уведомление о переадресации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 xml:space="preserve">ращения;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существо жалобы;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г) личную подпись (подпись уполномоченного представителя) и дату.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5.4. Права заявителя на получение информации и документов, необходимых для обоснования и рассмотрения жалобы: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представлять дополнительные документы и материалы либо обращаться с просьбой об их истребовании;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5.5. Жалоба не подлежит рассмотрению и возвращается заявителю в случаях, если: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в жалобе не указаны фамилия гражданина, направившего жалобу, и почтовый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рес, по которому должен быть направлен ответ;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жалоба содержит нецензурные либо оскорбительные выражения, угрозы жизни, здоровью и имуществу должностного лица, а также членов его семьи (гражданину направл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ется сообщение о недопустимости злоупотребления правом);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текст жалобы не поддается прочтению (жалоба возвращается гражданину, если его фамилия и почтовый адрес поддаются прочтению);</w:t>
      </w:r>
    </w:p>
    <w:p w:rsidR="00271099" w:rsidRPr="00471459" w:rsidRDefault="00271099" w:rsidP="00BC7F6E">
      <w:pPr>
        <w:pStyle w:val="NormalWeb"/>
        <w:spacing w:before="0" w:after="0"/>
        <w:ind w:firstLine="709"/>
        <w:jc w:val="both"/>
      </w:pPr>
      <w:r w:rsidRPr="00471459">
        <w:t>г) в жалобе содержится вопрос, на который заявителю многократно давались пис</w:t>
      </w:r>
      <w:r w:rsidRPr="00471459">
        <w:t>ь</w:t>
      </w:r>
      <w:r w:rsidRPr="00471459">
        <w:t>менные ответы по существу в связи с ранее направляемыми обращениями, и при этом в о</w:t>
      </w:r>
      <w:r w:rsidRPr="00471459">
        <w:t>б</w:t>
      </w:r>
      <w:r w:rsidRPr="00471459">
        <w:t>ращении не приводятся новые доводы или обстоятельства;</w:t>
      </w:r>
    </w:p>
    <w:p w:rsidR="00271099" w:rsidRPr="00471459" w:rsidRDefault="00271099" w:rsidP="00BC7F6E">
      <w:pPr>
        <w:pStyle w:val="NormalWeb"/>
        <w:spacing w:before="0" w:after="0"/>
        <w:ind w:firstLine="709"/>
        <w:jc w:val="both"/>
      </w:pPr>
      <w:r w:rsidRPr="00471459">
        <w:t>д) разглашаются сведения, составляющие государственную или иную охраняемую федеральным законом тайну (сообщается о невозможности дать ответ по существу поста</w:t>
      </w:r>
      <w:r w:rsidRPr="00471459">
        <w:t>в</w:t>
      </w:r>
      <w:r w:rsidRPr="00471459">
        <w:t>ленного в нем вопроса в связи с недопустимостью разглашения указанных сведений).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5.7. Если заявителю в удовлетворении жалобы отказано или он не получил ответа в течение месяца со дня ее подачи, он вправе обратиться с жалобой в суд.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5.8. Решения, действие (бездействие) руководителя Администрации, уполномоченн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го лица, могут быть обжалованы заинтересованными лицами в судебном порядке.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Заявление может быть подано заявителем в течение трех месяцев со дня, когда ему стало известно о нарушении его прав, свобод и законных интересов, в суд по месту его ж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тельства или в суд общей юрисдикции по месту нахождения Администрации.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 случае если  действие (бездействие),  принятое решение в ходе предоставления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луги, затрагивает права и законные интересы гражданина, организации (заявителя) в сфере предпринимательской и иной экономической деятельности, заявление направляется заинт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ресованными лицами в арбитражный суд в течение трех месяцев со дня, когда гражданину, организации стало известно о нарушении их прав и законных интересов.</w:t>
      </w:r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Pr="00693AC6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Pr="00471459" w:rsidRDefault="0027109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1</w:t>
      </w:r>
    </w:p>
    <w:p w:rsidR="00271099" w:rsidRPr="00471459" w:rsidRDefault="0027109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Форма заявления</w:t>
      </w:r>
    </w:p>
    <w:p w:rsidR="00271099" w:rsidRPr="00471459" w:rsidRDefault="00271099" w:rsidP="00CE1AD9">
      <w:pPr>
        <w:jc w:val="center"/>
        <w:rPr>
          <w:sz w:val="24"/>
          <w:szCs w:val="24"/>
        </w:rPr>
      </w:pPr>
      <w:r w:rsidRPr="00471459">
        <w:rPr>
          <w:b/>
          <w:sz w:val="24"/>
          <w:szCs w:val="24"/>
        </w:rPr>
        <w:t>о выдаче градостроительного плана земельного участка</w:t>
      </w:r>
    </w:p>
    <w:p w:rsidR="00271099" w:rsidRPr="00471459" w:rsidRDefault="00271099" w:rsidP="00CE1AD9">
      <w:pPr>
        <w:rPr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Главе Угловского городского поселения</w:t>
      </w:r>
    </w:p>
    <w:p w:rsidR="00271099" w:rsidRPr="00471459" w:rsidRDefault="00271099" w:rsidP="00CE1AD9">
      <w:pPr>
        <w:pStyle w:val="ConsPlusNormal"/>
        <w:widowControl/>
        <w:spacing w:before="120"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от ___________________________________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(ФИО заявителя, представителя заявителя, его па</w:t>
      </w:r>
      <w:r w:rsidRPr="00471459">
        <w:rPr>
          <w:rFonts w:ascii="Times New Roman" w:hAnsi="Times New Roman"/>
          <w:sz w:val="24"/>
          <w:szCs w:val="24"/>
        </w:rPr>
        <w:t>с</w:t>
      </w:r>
      <w:r w:rsidRPr="00471459">
        <w:rPr>
          <w:rFonts w:ascii="Times New Roman" w:hAnsi="Times New Roman"/>
          <w:sz w:val="24"/>
          <w:szCs w:val="24"/>
        </w:rPr>
        <w:t>портные данные, место проживания, телефон для св</w:t>
      </w:r>
      <w:r w:rsidRPr="00471459">
        <w:rPr>
          <w:rFonts w:ascii="Times New Roman" w:hAnsi="Times New Roman"/>
          <w:sz w:val="24"/>
          <w:szCs w:val="24"/>
        </w:rPr>
        <w:t>я</w:t>
      </w:r>
      <w:r w:rsidRPr="00471459">
        <w:rPr>
          <w:rFonts w:ascii="Times New Roman" w:hAnsi="Times New Roman"/>
          <w:sz w:val="24"/>
          <w:szCs w:val="24"/>
        </w:rPr>
        <w:t>зи)</w:t>
      </w:r>
    </w:p>
    <w:p w:rsidR="00271099" w:rsidRPr="00471459" w:rsidRDefault="00271099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71099" w:rsidRPr="00471459" w:rsidRDefault="00271099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(наименование юридического лица, ИНН, почтовые </w:t>
      </w:r>
    </w:p>
    <w:p w:rsidR="00271099" w:rsidRPr="00471459" w:rsidRDefault="00271099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реквизиты, телефон для связи)</w:t>
      </w:r>
    </w:p>
    <w:p w:rsidR="00271099" w:rsidRPr="00471459" w:rsidRDefault="00271099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(реквизиты документа, подтверждающие 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полномочия представителя заявителя)</w:t>
      </w:r>
    </w:p>
    <w:p w:rsidR="00271099" w:rsidRPr="00471459" w:rsidRDefault="00271099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Заявление</w:t>
      </w: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о выдаче градостроительного плана земельного участка</w:t>
      </w:r>
    </w:p>
    <w:p w:rsidR="00271099" w:rsidRPr="00471459" w:rsidRDefault="00271099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Прошу(сим) выдать градостроительный план земельного участка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для__________________________________________________________________________                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(проектирования, строительства, реконструкции, </w:t>
      </w:r>
      <w:r w:rsidRPr="00471459">
        <w:rPr>
          <w:rFonts w:ascii="Times New Roman" w:hAnsi="Times New Roman"/>
          <w:color w:val="000000"/>
          <w:sz w:val="24"/>
          <w:szCs w:val="24"/>
        </w:rPr>
        <w:t>капитального ремонта</w:t>
      </w:r>
      <w:r w:rsidRPr="00471459">
        <w:rPr>
          <w:rFonts w:ascii="Times New Roman" w:hAnsi="Times New Roman"/>
          <w:sz w:val="24"/>
          <w:szCs w:val="24"/>
        </w:rPr>
        <w:t>)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(</w:t>
      </w:r>
      <w:r w:rsidRPr="00471459">
        <w:rPr>
          <w:rFonts w:ascii="Times New Roman" w:hAnsi="Times New Roman"/>
          <w:color w:val="000000"/>
          <w:sz w:val="24"/>
          <w:szCs w:val="24"/>
        </w:rPr>
        <w:t>наименование</w:t>
      </w:r>
      <w:r w:rsidRPr="0047145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71459">
        <w:rPr>
          <w:rFonts w:ascii="Times New Roman" w:hAnsi="Times New Roman"/>
          <w:sz w:val="24"/>
          <w:szCs w:val="24"/>
        </w:rPr>
        <w:t>объект капитального строительства)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Сведения о земельном участке: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Адрес (местоположение) земельного участка: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(область, район, поселение, улица, дом или другие ориентиры)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Площадь земельного участка:________________ кв.м.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Кадастровый номер:_________________________________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spacing w:line="280" w:lineRule="exac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1459">
        <w:rPr>
          <w:rFonts w:ascii="Times New Roman" w:hAnsi="Times New Roman"/>
          <w:sz w:val="24"/>
          <w:szCs w:val="24"/>
        </w:rPr>
        <w:t>Сведения об объекте капитального строительства (здания, сооружения, объекта нез</w:t>
      </w:r>
      <w:r w:rsidRPr="00471459">
        <w:rPr>
          <w:rFonts w:ascii="Times New Roman" w:hAnsi="Times New Roman"/>
          <w:sz w:val="24"/>
          <w:szCs w:val="24"/>
        </w:rPr>
        <w:t>а</w:t>
      </w:r>
      <w:r w:rsidRPr="00471459">
        <w:rPr>
          <w:rFonts w:ascii="Times New Roman" w:hAnsi="Times New Roman"/>
          <w:sz w:val="24"/>
          <w:szCs w:val="24"/>
        </w:rPr>
        <w:t>вершенного строительства, объекта культурного наследия), расположенного в границах з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мельного участка: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Назначение объекта капитального строительства: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Инвентаризационный или кадастровый номер:____________________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Когда и кем подготовлен технический или кадастровый паспорт объекта: 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(дата, наименование организации (органа) государственного кадастрового учета объектов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недвижимости или государственного технического учета и технической инвентаризации 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объектов капитального строительства)</w:t>
      </w:r>
    </w:p>
    <w:p w:rsidR="00271099" w:rsidRPr="00471459" w:rsidRDefault="00271099" w:rsidP="00CE1AD9">
      <w:pPr>
        <w:jc w:val="both"/>
        <w:rPr>
          <w:b/>
          <w:sz w:val="24"/>
          <w:szCs w:val="24"/>
        </w:rPr>
      </w:pPr>
    </w:p>
    <w:p w:rsidR="00271099" w:rsidRPr="00471459" w:rsidRDefault="00271099" w:rsidP="00CE1AD9">
      <w:pPr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Приложения:</w:t>
      </w:r>
    </w:p>
    <w:p w:rsidR="00271099" w:rsidRPr="00471459" w:rsidRDefault="0027109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                                                            ________________________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       (дата)                                                                                                       (подпись)</w:t>
      </w:r>
    </w:p>
    <w:p w:rsidR="00271099" w:rsidRPr="00471459" w:rsidRDefault="00271099" w:rsidP="00CE1AD9">
      <w:pPr>
        <w:pStyle w:val="Heading3"/>
        <w:keepNext w:val="0"/>
        <w:widowControl w:val="0"/>
        <w:ind w:left="4678"/>
        <w:rPr>
          <w:sz w:val="24"/>
          <w:szCs w:val="24"/>
        </w:rPr>
      </w:pP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2</w:t>
      </w: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jc w:val="center"/>
        <w:rPr>
          <w:b/>
          <w:caps/>
          <w:sz w:val="24"/>
          <w:szCs w:val="24"/>
        </w:rPr>
      </w:pPr>
      <w:r w:rsidRPr="00471459">
        <w:rPr>
          <w:b/>
          <w:caps/>
          <w:sz w:val="24"/>
          <w:szCs w:val="24"/>
        </w:rPr>
        <w:t>Блок-схема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предоставления муниципальной услуги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</w:p>
    <w:p w:rsidR="00271099" w:rsidRPr="00471459" w:rsidRDefault="00271099" w:rsidP="00CE1AD9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group id="Группа 19" o:spid="_x0000_s1028" style="position:absolute;left:0;text-align:left;margin-left:62.15pt;margin-top:5.7pt;width:340.35pt;height:37.8pt;z-index:25165312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">
            <v:roundrect id="AutoShape 4" o:spid="_x0000_s1029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l6MAA&#10;AADbAAAADwAAAGRycy9kb3ducmV2LnhtbERPTYvCMBC9C/sfwizsRTS1B5FqFFlYXTxp3QWPYzO2&#10;xWZSk6j135uD4PHxvmeLzjTiRs7XlhWMhgkI4sLqmksFf/ufwQSED8gaG8uk4EEeFvOP3gwzbe+8&#10;o1seShFD2GeooAqhzaT0RUUG/dC2xJE7WWcwROhKqR3eY7hpZJokY2mw5thQYUvfFRXn/GoUNId0&#10;2+9PaLzK10d3KjZmdPk3Sn19dsspiEBdeItf7l+tII3r45f4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El6MAAAADbAAAADwAAAAAAAAAAAAAAAACYAgAAZHJzL2Rvd25y&#10;ZXYueG1sUEsFBgAAAAAEAAQA9QAAAIUDAAAAAA==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CAsQA&#10;AADbAAAADwAAAGRycy9kb3ducmV2LnhtbESPwWrDMBBE74H8g9hAL6GRnYMbXCuhFAzGtIcm+YCt&#10;tbGMrZWxVMf9+6pQ6HGYmTdMcVrsIGaafOdYQbpLQBA3TnfcKrheyscDCB+QNQ6OScE3eTgd16sC&#10;c+3u/EHzObQiQtjnqMCEMOZS+saQRb9zI3H0bm6yGKKcWqknvEe4HeQ+STJpseO4YHCkV0NNf/6y&#10;CrZmTN7fbtVnqbPG9LXHJzvXSj1slpdnEIGW8B/+a1dawT6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UwgLEAAAA2wAAAA8AAAAAAAAAAAAAAAAAmAIAAGRycy9k&#10;b3ducmV2LnhtbFBLBQYAAAAABAAEAPUAAACJAwAAAAA=&#10;" filled="f" stroked="f">
              <v:stroke joinstyle="round"/>
              <v:textbox>
                <w:txbxContent>
                  <w:p w:rsidR="00271099" w:rsidRPr="005670D7" w:rsidRDefault="00271099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Прием з</w:t>
                    </w:r>
                    <w:r>
                      <w:rPr>
                        <w:sz w:val="28"/>
                        <w:szCs w:val="28"/>
                      </w:rPr>
                      <w:t>аявления от заявителя в Администрации</w:t>
                    </w:r>
                    <w:r w:rsidRPr="005670D7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line id="Прямая соединительная линия 18" o:spid="_x0000_s1031" style="position:absolute;left:0;text-align:left;z-index:251654144;visibility:visible" from="233.4pt,6.4pt" to="233.4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">
            <v:stroke endarrow="block"/>
          </v:line>
        </w:pict>
      </w: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group id="Группа 15" o:spid="_x0000_s1032" style="position:absolute;left:0;text-align:left;margin-left:60.65pt;margin-top:4.8pt;width:340.35pt;height:50pt;z-index:25165516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">
            <v:roundrect id="AutoShape 8" o:spid="_x0000_s1033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usIA&#10;AADbAAAADwAAAGRycy9kb3ducmV2LnhtbERPTWvCQBC9C/6HZYReRDd6CBKzCSK0lZ7atIUex+yY&#10;BLOz6e6q6b/vFgre5vE+Jy9H04srOd9ZVrBaJiCIa6s7bhR8vD8uNiB8QNbYWyYFP+ShLKaTHDNt&#10;b/xG1yo0Ioawz1BBG8KQSenrlgz6pR2II3eyzmCI0DVSO7zFcNPLdZKk0mDHsaHFgfYt1efqYhT0&#10;X+vX+XxD6VP1fHSn+sWsvj+NUg+zcbcFEWgMd/G/+6Dj/BT+fo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NK6wgAAANsAAAAPAAAAAAAAAAAAAAAAAJgCAABkcnMvZG93&#10;bnJldi54bWxQSwUGAAAAAAQABAD1AAAAhwMAAAAA&#10;" strokeweight=".26mm">
              <v:stroke joinstyle="miter"/>
            </v:roundrect>
            <v:shape id="Text Box 9" o:spid="_x0000_s1034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<v:stroke joinstyle="round"/>
              <v:textbox>
                <w:txbxContent>
                  <w:p w:rsidR="00271099" w:rsidRPr="005670D7" w:rsidRDefault="00271099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rFonts w:cs="Times New Roman CYR"/>
                        <w:sz w:val="28"/>
                        <w:szCs w:val="28"/>
                      </w:rPr>
                      <w:t>Р</w:t>
                    </w:r>
                    <w:r>
                      <w:rPr>
                        <w:rFonts w:cs="Times New Roman CYR"/>
                        <w:sz w:val="28"/>
                        <w:szCs w:val="28"/>
                      </w:rPr>
                      <w:t>ассмотрение заявления в Администрации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line id="Прямая соединительная линия 14" o:spid="_x0000_s1035" style="position:absolute;left:0;text-align:left;flip:x;z-index:251656192;visibility:visible" from="231.15pt,6.8pt" to="231.9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">
            <v:stroke endarrow="block"/>
          </v:line>
        </w:pict>
      </w: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group id="Группа 11" o:spid="_x0000_s1036" style="position:absolute;left:0;text-align:left;margin-left:60.65pt;margin-top:4.95pt;width:340.35pt;height:55.25pt;z-index:25166233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">
            <v:roundrect id="AutoShape 21" o:spid="_x0000_s1037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UucEA&#10;AADbAAAADwAAAGRycy9kb3ducmV2LnhtbERPTYvCMBC9L/gfwgheRFN7EKlGEcFd8eR2V/A4NmNb&#10;bCY1iVr//WZhYW/zeJ+zWHWmEQ9yvrasYDJOQBAXVtdcKvj+2o5mIHxA1thYJgUv8rBa9t4WmGn7&#10;5E965KEUMYR9hgqqENpMSl9UZNCPbUscuYt1BkOErpTa4TOGm0amSTKVBmuODRW2tKmouOZ3o6A5&#10;pYfhcEbT9/zj7C7F3kxuR6PUoN+t5yACdeFf/Ofe6Tg/hd9f4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z1LnBAAAA2wAAAA8AAAAAAAAAAAAAAAAAmAIAAGRycy9kb3du&#10;cmV2LnhtbFBLBQYAAAAABAAEAPUAAACGAwAAAAA=&#10;" strokeweight=".26mm">
              <v:stroke joinstyle="miter"/>
            </v:roundrect>
            <v:shape id="Text Box 22" o:spid="_x0000_s1038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<v:stroke joinstyle="round"/>
              <v:textbox>
                <w:txbxContent>
                  <w:p w:rsidR="00271099" w:rsidRDefault="00271099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271099" w:rsidRPr="005670D7" w:rsidRDefault="00271099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Формирование и направление межведомственных запросов</w:t>
                    </w:r>
                  </w:p>
                </w:txbxContent>
              </v:textbox>
            </v:shape>
          </v:group>
        </w:pict>
      </w:r>
      <w:r w:rsidRPr="00471459">
        <w:rPr>
          <w:rFonts w:ascii="Times New Roman" w:hAnsi="Times New Roman" w:cs="Times New Roman"/>
          <w:sz w:val="24"/>
          <w:szCs w:val="24"/>
        </w:rPr>
        <w:t xml:space="preserve">   </w:t>
      </w:r>
      <w:r w:rsidRPr="0047145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  <w:r>
        <w:rPr>
          <w:noProof/>
        </w:rPr>
        <w:pict>
          <v:line id="Прямая соединительная линия 10" o:spid="_x0000_s1039" style="position:absolute;left:0;text-align:left;z-index:251661312;visibility:visible" from="247.8pt,1.8pt" to="247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tSYgIAAHs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">
            <v:stroke endarrow="block"/>
          </v:line>
        </w:pict>
      </w: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line id="Прямая соединительная линия 9" o:spid="_x0000_s1040" style="position:absolute;left:0;text-align:left;flip:x;z-index:251659264;visibility:visible" from="231.9pt,.2pt" to="232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">
            <v:stroke endarrow="block"/>
          </v:line>
        </w:pict>
      </w:r>
    </w:p>
    <w:p w:rsidR="00271099" w:rsidRPr="00471459" w:rsidRDefault="00271099" w:rsidP="00CE1AD9">
      <w:pPr>
        <w:pStyle w:val="HTMLPreformatted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>
        <w:rPr>
          <w:noProof/>
        </w:rPr>
        <w:pict>
          <v:group id="Группа 6" o:spid="_x0000_s1041" style="position:absolute;left:0;text-align:left;margin-left:59.9pt;margin-top:2.05pt;width:340.35pt;height:55.25pt;z-index:25166028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">
            <v:roundrect id="AutoShape 17" o:spid="_x0000_s1042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aNsQA&#10;AADaAAAADwAAAGRycy9kb3ducmV2LnhtbESPzWsCMRTE7wX/h/CEXqRm9WCX1ayI0A960tWCx9fN&#10;2w+6edkmqW7/+0YQPA4z8xtmtR5MJ87kfGtZwWyagCAurW65VnA8vDylIHxA1thZJgV/5GGdjx5W&#10;mGl74T2di1CLCGGfoYImhD6T0pcNGfRT2xNHr7LOYIjS1VI7vES46eQ8SRbSYMtxocGetg2V38Wv&#10;UdCd5rvJJKXFa/H25aryw8x+Po1Sj+NhswQRaAj38K39rhU8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mjbEAAAA2gAAAA8AAAAAAAAAAAAAAAAAmAIAAGRycy9k&#10;b3ducmV2LnhtbFBLBQYAAAAABAAEAPUAAACJAwAAAAA=&#10;" strokeweight=".26mm">
              <v:stroke joinstyle="miter"/>
            </v:roundrect>
            <v:shape id="Text Box 18" o:spid="_x0000_s1043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<v:stroke joinstyle="round"/>
              <v:textbox>
                <w:txbxContent>
                  <w:p w:rsidR="00271099" w:rsidRPr="005670D7" w:rsidRDefault="00271099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Изготовление топографической основы земельного участка (в случае</w:t>
                    </w:r>
                    <w:r>
                      <w:rPr>
                        <w:sz w:val="28"/>
                        <w:szCs w:val="28"/>
                      </w:rPr>
                      <w:t>,</w:t>
                    </w:r>
                    <w:r w:rsidRPr="005670D7">
                      <w:rPr>
                        <w:sz w:val="28"/>
                        <w:szCs w:val="28"/>
                      </w:rPr>
                      <w:t xml:space="preserve"> если такой документ не предо</w:t>
                    </w:r>
                    <w:r w:rsidRPr="005670D7">
                      <w:rPr>
                        <w:sz w:val="28"/>
                        <w:szCs w:val="28"/>
                      </w:rPr>
                      <w:t>с</w:t>
                    </w:r>
                    <w:r w:rsidRPr="005670D7">
                      <w:rPr>
                        <w:sz w:val="28"/>
                        <w:szCs w:val="28"/>
                      </w:rPr>
                      <w:t>тавлен заявителем по собственной инициативе)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>
        <w:rPr>
          <w:noProof/>
        </w:rPr>
        <w:pict>
          <v:line id="Прямая соединительная линия 5" o:spid="_x0000_s1044" style="position:absolute;left:0;text-align:left;z-index:251657216;visibility:visible" from="231.9pt,9.3pt" to="231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">
            <v:stroke endarrow="block"/>
          </v:line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>
        <w:rPr>
          <w:noProof/>
        </w:rPr>
        <w:pict>
          <v:group id="Группа 2" o:spid="_x0000_s1045" style="position:absolute;left:0;text-align:left;margin-left:58.4pt;margin-top:.6pt;width:340.35pt;height:84.3pt;z-index:25165824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">
            <v:roundrect id="AutoShape 13" o:spid="_x0000_s1046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cNcQA&#10;AADaAAAADwAAAGRycy9kb3ducmV2LnhtbESPT2sCMRTE7wW/Q3hCL1KzWpB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nDXEAAAA2gAAAA8AAAAAAAAAAAAAAAAAmAIAAGRycy9k&#10;b3ducmV2LnhtbFBLBQYAAAAABAAEAPUAAACJAwAAAAA=&#10;" strokeweight=".26mm">
              <v:stroke joinstyle="miter"/>
            </v:roundrect>
            <v:shape id="Text Box 14" o:spid="_x0000_s1047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<v:stroke joinstyle="round"/>
              <v:textbox style="mso-next-textbox:#Text Box 14">
                <w:txbxContent>
                  <w:p w:rsidR="00271099" w:rsidRPr="005670D7" w:rsidRDefault="00271099" w:rsidP="00CE1AD9">
                    <w:pPr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</w:t>
                    </w:r>
                    <w:r w:rsidRPr="005670D7">
                      <w:rPr>
                        <w:sz w:val="28"/>
                        <w:szCs w:val="28"/>
                      </w:rPr>
                      <w:t>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постановление  об отказе в выдаче  градостроител</w:t>
                    </w:r>
                    <w:r w:rsidRPr="005670D7">
                      <w:rPr>
                        <w:sz w:val="28"/>
                        <w:szCs w:val="28"/>
                      </w:rPr>
                      <w:t>ь</w:t>
                    </w:r>
                    <w:r w:rsidRPr="005670D7">
                      <w:rPr>
                        <w:sz w:val="28"/>
                        <w:szCs w:val="28"/>
                      </w:rPr>
                      <w:t>ного плана земельного участка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                                                 ___________________                                                    </w:t>
      </w: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  <w:r w:rsidRPr="00471459">
        <w:rPr>
          <w:bCs/>
          <w:sz w:val="24"/>
          <w:szCs w:val="24"/>
          <w:highlight w:val="yellow"/>
        </w:rPr>
        <w:t xml:space="preserve">                       </w:t>
      </w: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Preformatted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Preformatted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Preformatted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Preformatted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№3</w:t>
      </w: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spacing w:line="240" w:lineRule="exact"/>
        <w:ind w:left="4860"/>
        <w:rPr>
          <w:sz w:val="24"/>
          <w:szCs w:val="24"/>
        </w:rPr>
      </w:pP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Согласие на обработку персональных данных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</w:p>
    <w:p w:rsidR="00271099" w:rsidRPr="00471459" w:rsidRDefault="0027109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 xml:space="preserve">Я,  </w:t>
      </w:r>
    </w:p>
    <w:p w:rsidR="00271099" w:rsidRPr="00471459" w:rsidRDefault="00271099" w:rsidP="00CE1AD9">
      <w:pPr>
        <w:pBdr>
          <w:top w:val="single" w:sz="4" w:space="1" w:color="auto"/>
        </w:pBdr>
        <w:ind w:left="907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(Ф.И.О. заявителя, представителя заявителя)</w:t>
      </w:r>
    </w:p>
    <w:p w:rsidR="00271099" w:rsidRPr="00471459" w:rsidRDefault="00271099" w:rsidP="00CE1AD9">
      <w:pPr>
        <w:tabs>
          <w:tab w:val="right" w:pos="9923"/>
        </w:tabs>
        <w:jc w:val="both"/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(данные паспорта (или иного документа, удостоверяющего личность заявителя, </w:t>
      </w:r>
    </w:p>
    <w:p w:rsidR="00271099" w:rsidRPr="00471459" w:rsidRDefault="0027109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представителя заявителя) </w:t>
      </w:r>
    </w:p>
    <w:p w:rsidR="00271099" w:rsidRPr="00471459" w:rsidRDefault="00271099" w:rsidP="00CE1AD9">
      <w:pPr>
        <w:pBdr>
          <w:top w:val="single" w:sz="4" w:space="1" w:color="auto"/>
        </w:pBdr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____________________________________________________________________________________</w:t>
      </w:r>
    </w:p>
    <w:p w:rsidR="00271099" w:rsidRPr="00471459" w:rsidRDefault="00271099" w:rsidP="00CE1AD9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(документ, подтверждающий  полномочия представителя заявителя)</w:t>
      </w:r>
    </w:p>
    <w:p w:rsidR="00271099" w:rsidRPr="00471459" w:rsidRDefault="0027109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возражаю против обработки  Администрацией  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ния,включая__________________________________________________________________________________________________________________________ ____________________________________________________________________________________________________________________________________,</w:t>
      </w:r>
    </w:p>
    <w:p w:rsidR="00271099" w:rsidRPr="00471459" w:rsidRDefault="00271099" w:rsidP="00CE1AD9">
      <w:pP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(перечисление видов обработки (сбор, систематизация, накопление, хранение, уточнение</w:t>
      </w:r>
      <w:r w:rsidRPr="00471459">
        <w:rPr>
          <w:sz w:val="24"/>
          <w:szCs w:val="24"/>
        </w:rPr>
        <w:br/>
        <w:t>(обновление, изменение), использование, распространение (в том числе передачу),</w:t>
      </w:r>
      <w:r w:rsidRPr="00471459">
        <w:rPr>
          <w:sz w:val="24"/>
          <w:szCs w:val="24"/>
        </w:rPr>
        <w:br/>
        <w:t>обезличивание, блокирование, уничтожение))</w:t>
      </w:r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следующих моих (доверителя) персональных данных:___________________</w:t>
      </w:r>
    </w:p>
    <w:p w:rsidR="00271099" w:rsidRPr="00471459" w:rsidRDefault="00271099" w:rsidP="00CE1AD9">
      <w:pPr>
        <w:tabs>
          <w:tab w:val="right" w:pos="9923"/>
        </w:tabs>
        <w:jc w:val="right"/>
        <w:rPr>
          <w:sz w:val="24"/>
          <w:szCs w:val="24"/>
        </w:rPr>
      </w:pPr>
      <w:r w:rsidRPr="00471459">
        <w:rPr>
          <w:sz w:val="24"/>
          <w:szCs w:val="24"/>
        </w:rPr>
        <w:t>,</w:t>
      </w: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(перечень персональных данных)</w:t>
      </w:r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обрабатываемых с целью____________________________________________</w:t>
      </w:r>
    </w:p>
    <w:p w:rsidR="00271099" w:rsidRPr="00471459" w:rsidRDefault="00271099" w:rsidP="00CE1AD9">
      <w:pPr>
        <w:tabs>
          <w:tab w:val="right" w:pos="9923"/>
        </w:tabs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(цель обработки персональных данных)</w:t>
      </w:r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в течение__________________________________________________________</w:t>
      </w:r>
    </w:p>
    <w:p w:rsidR="00271099" w:rsidRPr="00471459" w:rsidRDefault="00271099" w:rsidP="00CE1AD9">
      <w:pPr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(указать срок действия согласия)</w:t>
      </w:r>
    </w:p>
    <w:p w:rsidR="00271099" w:rsidRPr="00471459" w:rsidRDefault="0027109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может быть отозвано в письменной форме.</w:t>
      </w: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действует до даты его отзыва заявителем путем направления в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министрацию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567"/>
        <w:gridCol w:w="142"/>
        <w:gridCol w:w="2296"/>
        <w:gridCol w:w="369"/>
        <w:gridCol w:w="369"/>
        <w:gridCol w:w="510"/>
        <w:gridCol w:w="1623"/>
        <w:gridCol w:w="403"/>
        <w:gridCol w:w="2793"/>
      </w:tblGrid>
      <w:tr w:rsidR="0027109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”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ind w:left="57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г.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</w:tr>
      <w:tr w:rsidR="0027109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(Ф.И.О)</w:t>
            </w:r>
          </w:p>
        </w:tc>
      </w:tr>
    </w:tbl>
    <w:p w:rsidR="00271099" w:rsidRPr="00471459" w:rsidRDefault="00271099" w:rsidP="00CE1AD9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________________________</w:t>
      </w: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Default="00271099" w:rsidP="00CE1AD9">
      <w:pPr>
        <w:ind w:left="57"/>
        <w:jc w:val="right"/>
        <w:rPr>
          <w:sz w:val="24"/>
          <w:szCs w:val="24"/>
        </w:rPr>
      </w:pPr>
    </w:p>
    <w:sectPr w:rsidR="00271099" w:rsidSect="009D0E8F">
      <w:headerReference w:type="even" r:id="rId9"/>
      <w:headerReference w:type="default" r:id="rId10"/>
      <w:pgSz w:w="11906" w:h="16838"/>
      <w:pgMar w:top="1134" w:right="567" w:bottom="851" w:left="1701" w:header="720" w:footer="720" w:gutter="0"/>
      <w:cols w:space="720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099" w:rsidRDefault="00271099">
      <w:r>
        <w:separator/>
      </w:r>
    </w:p>
  </w:endnote>
  <w:endnote w:type="continuationSeparator" w:id="0">
    <w:p w:rsidR="00271099" w:rsidRDefault="0027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099" w:rsidRDefault="00271099">
      <w:r>
        <w:separator/>
      </w:r>
    </w:p>
  </w:footnote>
  <w:footnote w:type="continuationSeparator" w:id="0">
    <w:p w:rsidR="00271099" w:rsidRDefault="002710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99" w:rsidRDefault="00271099" w:rsidP="00D624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71099" w:rsidRDefault="002710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99" w:rsidRPr="00DC6AFE" w:rsidRDefault="00271099" w:rsidP="00790F31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DC6AFE">
      <w:rPr>
        <w:rStyle w:val="PageNumber"/>
        <w:sz w:val="24"/>
        <w:szCs w:val="24"/>
      </w:rPr>
      <w:fldChar w:fldCharType="begin"/>
    </w:r>
    <w:r w:rsidRPr="00DC6AFE">
      <w:rPr>
        <w:rStyle w:val="PageNumber"/>
        <w:sz w:val="24"/>
        <w:szCs w:val="24"/>
      </w:rPr>
      <w:instrText xml:space="preserve">PAGE  </w:instrText>
    </w:r>
    <w:r w:rsidRPr="00DC6AFE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12</w:t>
    </w:r>
    <w:r w:rsidRPr="00DC6AFE">
      <w:rPr>
        <w:rStyle w:val="PageNumber"/>
        <w:sz w:val="24"/>
        <w:szCs w:val="24"/>
      </w:rPr>
      <w:fldChar w:fldCharType="end"/>
    </w:r>
  </w:p>
  <w:p w:rsidR="00271099" w:rsidRDefault="00271099" w:rsidP="004817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31"/>
    <w:rsid w:val="00002BBD"/>
    <w:rsid w:val="000056CC"/>
    <w:rsid w:val="00007459"/>
    <w:rsid w:val="00011771"/>
    <w:rsid w:val="000150F5"/>
    <w:rsid w:val="0001667F"/>
    <w:rsid w:val="00016B41"/>
    <w:rsid w:val="00017B5F"/>
    <w:rsid w:val="00021C80"/>
    <w:rsid w:val="00024449"/>
    <w:rsid w:val="000256E4"/>
    <w:rsid w:val="000267A7"/>
    <w:rsid w:val="00031A6B"/>
    <w:rsid w:val="00032B80"/>
    <w:rsid w:val="0003323E"/>
    <w:rsid w:val="00034ACC"/>
    <w:rsid w:val="00034BFF"/>
    <w:rsid w:val="000355DA"/>
    <w:rsid w:val="000360AF"/>
    <w:rsid w:val="00036823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452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1B7"/>
    <w:rsid w:val="001B4D3F"/>
    <w:rsid w:val="001C0598"/>
    <w:rsid w:val="001C234B"/>
    <w:rsid w:val="001C5BD4"/>
    <w:rsid w:val="001C5C4F"/>
    <w:rsid w:val="001D1D65"/>
    <w:rsid w:val="001D3E5B"/>
    <w:rsid w:val="001D4E70"/>
    <w:rsid w:val="001D540E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6695"/>
    <w:rsid w:val="001F7943"/>
    <w:rsid w:val="002045B3"/>
    <w:rsid w:val="002063B5"/>
    <w:rsid w:val="00206D9D"/>
    <w:rsid w:val="00207DF7"/>
    <w:rsid w:val="00207FD0"/>
    <w:rsid w:val="002116E1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36E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1099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0E24"/>
    <w:rsid w:val="002C1BF4"/>
    <w:rsid w:val="002C775A"/>
    <w:rsid w:val="002D097B"/>
    <w:rsid w:val="002D296E"/>
    <w:rsid w:val="002D2F20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07E89"/>
    <w:rsid w:val="00311CC9"/>
    <w:rsid w:val="003132AF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3578"/>
    <w:rsid w:val="00344D3C"/>
    <w:rsid w:val="00353FF8"/>
    <w:rsid w:val="00355160"/>
    <w:rsid w:val="00355FB2"/>
    <w:rsid w:val="0036173A"/>
    <w:rsid w:val="00367715"/>
    <w:rsid w:val="00367FC3"/>
    <w:rsid w:val="003709AE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66B"/>
    <w:rsid w:val="00395B5B"/>
    <w:rsid w:val="003967A4"/>
    <w:rsid w:val="00397324"/>
    <w:rsid w:val="003979B4"/>
    <w:rsid w:val="003A0EAF"/>
    <w:rsid w:val="003A2681"/>
    <w:rsid w:val="003A28C5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3F72A3"/>
    <w:rsid w:val="004000F2"/>
    <w:rsid w:val="00400A4F"/>
    <w:rsid w:val="00402234"/>
    <w:rsid w:val="0040278F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1D8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1459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94103"/>
    <w:rsid w:val="004A3298"/>
    <w:rsid w:val="004A5226"/>
    <w:rsid w:val="004A52A1"/>
    <w:rsid w:val="004A7FAD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383E"/>
    <w:rsid w:val="00514649"/>
    <w:rsid w:val="0051546B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670D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0CA"/>
    <w:rsid w:val="00681E26"/>
    <w:rsid w:val="00686505"/>
    <w:rsid w:val="00691426"/>
    <w:rsid w:val="00693AC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0EAE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16D85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4514"/>
    <w:rsid w:val="00745375"/>
    <w:rsid w:val="00746236"/>
    <w:rsid w:val="0075039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5666C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B97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4D5"/>
    <w:rsid w:val="008E368E"/>
    <w:rsid w:val="008E4778"/>
    <w:rsid w:val="008E5EA9"/>
    <w:rsid w:val="008F16BC"/>
    <w:rsid w:val="008F323E"/>
    <w:rsid w:val="00903C2C"/>
    <w:rsid w:val="00905C11"/>
    <w:rsid w:val="00906647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A20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14E49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3817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41EC"/>
    <w:rsid w:val="00AF6B0C"/>
    <w:rsid w:val="00B02FEA"/>
    <w:rsid w:val="00B04CBA"/>
    <w:rsid w:val="00B07CEE"/>
    <w:rsid w:val="00B103A3"/>
    <w:rsid w:val="00B175C6"/>
    <w:rsid w:val="00B22C00"/>
    <w:rsid w:val="00B300FE"/>
    <w:rsid w:val="00B3068D"/>
    <w:rsid w:val="00B30A55"/>
    <w:rsid w:val="00B31DCC"/>
    <w:rsid w:val="00B354B5"/>
    <w:rsid w:val="00B3688B"/>
    <w:rsid w:val="00B37234"/>
    <w:rsid w:val="00B41011"/>
    <w:rsid w:val="00B44638"/>
    <w:rsid w:val="00B455A8"/>
    <w:rsid w:val="00B5457D"/>
    <w:rsid w:val="00B60833"/>
    <w:rsid w:val="00B60D1A"/>
    <w:rsid w:val="00B610C2"/>
    <w:rsid w:val="00B61A96"/>
    <w:rsid w:val="00B628DD"/>
    <w:rsid w:val="00B66885"/>
    <w:rsid w:val="00B70039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5E82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18BA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56DCA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687C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AD9"/>
    <w:rsid w:val="00CE1E44"/>
    <w:rsid w:val="00CE2A50"/>
    <w:rsid w:val="00CE2ED3"/>
    <w:rsid w:val="00CE6012"/>
    <w:rsid w:val="00CE71FD"/>
    <w:rsid w:val="00CF09B3"/>
    <w:rsid w:val="00CF0F2D"/>
    <w:rsid w:val="00CF52B4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77880"/>
    <w:rsid w:val="00D804A2"/>
    <w:rsid w:val="00D80F9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1F0B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DF3965"/>
    <w:rsid w:val="00E02FBE"/>
    <w:rsid w:val="00E03678"/>
    <w:rsid w:val="00E12FBE"/>
    <w:rsid w:val="00E13372"/>
    <w:rsid w:val="00E14B14"/>
    <w:rsid w:val="00E20C42"/>
    <w:rsid w:val="00E21466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039F"/>
    <w:rsid w:val="00EA1BFB"/>
    <w:rsid w:val="00EA5B62"/>
    <w:rsid w:val="00EB1740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EF3EC8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48CC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A5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226"/>
    <w:rPr>
      <w:sz w:val="20"/>
      <w:szCs w:val="20"/>
    </w:rPr>
  </w:style>
  <w:style w:type="paragraph" w:styleId="Heading1">
    <w:name w:val="heading 1"/>
    <w:aliases w:val="H1,Заголовок 1 Знак Знак Знак Знак"/>
    <w:basedOn w:val="Normal"/>
    <w:next w:val="Normal"/>
    <w:link w:val="Heading1Char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Заголовок 1 Знак Знак Знак Знак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C7F6E"/>
    <w:rPr>
      <w:rFonts w:cs="Times New Roman"/>
      <w:color w:val="000000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F6E"/>
    <w:rPr>
      <w:rFonts w:cs="Times New Roman"/>
    </w:rPr>
  </w:style>
  <w:style w:type="character" w:styleId="PageNumber">
    <w:name w:val="page number"/>
    <w:basedOn w:val="DefaultParagraphFont"/>
    <w:uiPriority w:val="99"/>
    <w:rsid w:val="004A5226"/>
    <w:rPr>
      <w:rFonts w:cs="Times New Roman"/>
    </w:rPr>
  </w:style>
  <w:style w:type="paragraph" w:styleId="BodyText">
    <w:name w:val="Body Text"/>
    <w:aliases w:val="бпОсновной текст,Body Text Char,body text,Основной текст1,Основной текст Знак"/>
    <w:basedOn w:val="Normal"/>
    <w:link w:val="BodyTextChar1"/>
    <w:uiPriority w:val="99"/>
    <w:rsid w:val="004A5226"/>
    <w:pPr>
      <w:jc w:val="both"/>
    </w:pPr>
    <w:rPr>
      <w:color w:val="000000"/>
      <w:sz w:val="28"/>
    </w:rPr>
  </w:style>
  <w:style w:type="character" w:customStyle="1" w:styleId="BodyTextChar1">
    <w:name w:val="Body Text Char1"/>
    <w:aliases w:val="бпОсновной текст Char,Body Text Char Char,body text Char,Основной текст1 Char,Основной текст Знак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rsid w:val="00A5017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C7F6E"/>
    <w:rPr>
      <w:rFonts w:ascii="Tahoma" w:hAnsi="Tahoma" w:cs="Times New Roman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table" w:styleId="TableGrid">
    <w:name w:val="Table Grid"/>
    <w:basedOn w:val="TableNormal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F6E"/>
    <w:rPr>
      <w:rFonts w:cs="Times New Roman"/>
    </w:rPr>
  </w:style>
  <w:style w:type="character" w:customStyle="1" w:styleId="a">
    <w:name w:val="Центр Знак"/>
    <w:basedOn w:val="DefaultParagraphFont"/>
    <w:link w:val="a0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0">
    <w:name w:val="Центр"/>
    <w:basedOn w:val="Normal"/>
    <w:link w:val="a"/>
    <w:uiPriority w:val="99"/>
    <w:rsid w:val="00BD4275"/>
    <w:pPr>
      <w:jc w:val="center"/>
    </w:pPr>
    <w:rPr>
      <w:sz w:val="28"/>
      <w:szCs w:val="24"/>
    </w:rPr>
  </w:style>
  <w:style w:type="paragraph" w:styleId="Title">
    <w:name w:val="Title"/>
    <w:basedOn w:val="Normal"/>
    <w:link w:val="TitleChar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Hyperlink">
    <w:name w:val="Hyperlink"/>
    <w:basedOn w:val="DefaultParagraphFont"/>
    <w:uiPriority w:val="99"/>
    <w:rsid w:val="00BD4275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BD427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E1AD9"/>
    <w:rPr>
      <w:rFonts w:ascii="Courier New" w:hAnsi="Courier New" w:cs="Courier New"/>
      <w:lang w:eastAsia="ar-SA" w:bidi="ar-SA"/>
    </w:rPr>
  </w:style>
  <w:style w:type="paragraph" w:styleId="NormalWeb">
    <w:name w:val="Normal (Web)"/>
    <w:basedOn w:val="Normal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Strong">
    <w:name w:val="Strong"/>
    <w:basedOn w:val="DefaultParagraphFont"/>
    <w:uiPriority w:val="99"/>
    <w:qFormat/>
    <w:rsid w:val="005C06A1"/>
    <w:rPr>
      <w:rFonts w:cs="Times New Roman"/>
      <w:b/>
      <w:bCs/>
    </w:rPr>
  </w:style>
  <w:style w:type="paragraph" w:styleId="NoSpacing">
    <w:name w:val="No Spacing"/>
    <w:uiPriority w:val="99"/>
    <w:qFormat/>
    <w:rsid w:val="00E76E97"/>
    <w:rPr>
      <w:sz w:val="24"/>
      <w:szCs w:val="24"/>
    </w:rPr>
  </w:style>
  <w:style w:type="paragraph" w:styleId="List">
    <w:name w:val="List"/>
    <w:basedOn w:val="Normal"/>
    <w:uiPriority w:val="99"/>
    <w:rsid w:val="00607DD7"/>
    <w:pPr>
      <w:ind w:left="283" w:hanging="283"/>
    </w:pPr>
    <w:rPr>
      <w:sz w:val="24"/>
      <w:szCs w:val="24"/>
    </w:rPr>
  </w:style>
  <w:style w:type="paragraph" w:styleId="List2">
    <w:name w:val="List 2"/>
    <w:basedOn w:val="Normal"/>
    <w:uiPriority w:val="99"/>
    <w:rsid w:val="00607DD7"/>
    <w:pPr>
      <w:ind w:left="566" w:hanging="283"/>
    </w:pPr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BodyTextFirstIndentChar">
    <w:name w:val="Body Text First Indent Char"/>
    <w:basedOn w:val="BodyTextChar1"/>
    <w:link w:val="BodyTextFirstIndent"/>
    <w:uiPriority w:val="99"/>
    <w:semiHidden/>
    <w:locked/>
  </w:style>
  <w:style w:type="paragraph" w:styleId="BodyTextFirstIndent2">
    <w:name w:val="Body Text First Indent 2"/>
    <w:basedOn w:val="BodyTextIndent"/>
    <w:link w:val="BodyTextFirstIndent2Char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Pr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1">
    <w:name w:val="Содержимое таблицы"/>
    <w:basedOn w:val="Normal"/>
    <w:uiPriority w:val="99"/>
    <w:rsid w:val="00260B69"/>
    <w:pPr>
      <w:suppressLineNumbers/>
      <w:suppressAutoHyphens/>
    </w:pPr>
    <w:rPr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a2">
    <w:name w:val="Знак"/>
    <w:basedOn w:val="Normal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3">
    <w:name w:val="подпись к объекту"/>
    <w:basedOn w:val="Normal"/>
    <w:next w:val="Normal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Normal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 Знак Знак Знак"/>
    <w:basedOn w:val="Normal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Normal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Знак3 Знак Знак Знак Знак"/>
    <w:basedOn w:val="Normal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5">
    <w:name w:val="Знак Знак Знак Знак Знак Знак Знак"/>
    <w:basedOn w:val="Normal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6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uiPriority w:val="99"/>
    <w:locked/>
    <w:rsid w:val="00494103"/>
    <w:rPr>
      <w:rFonts w:ascii="Arial" w:hAnsi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372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uglovka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759</TotalTime>
  <Pages>20</Pages>
  <Words>7127</Words>
  <Characters>-32766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Гаврилов Евгений Александрович</dc:creator>
  <cp:keywords/>
  <dc:description/>
  <cp:lastModifiedBy>Admin</cp:lastModifiedBy>
  <cp:revision>16</cp:revision>
  <cp:lastPrinted>2018-03-14T07:56:00Z</cp:lastPrinted>
  <dcterms:created xsi:type="dcterms:W3CDTF">2016-07-18T13:06:00Z</dcterms:created>
  <dcterms:modified xsi:type="dcterms:W3CDTF">2018-04-17T08:55:00Z</dcterms:modified>
</cp:coreProperties>
</file>